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150E0" w14:textId="77777777" w:rsidR="00AA0D24" w:rsidRPr="00A230A7" w:rsidRDefault="00CF32EC" w:rsidP="00210B1D">
      <w:pPr>
        <w:pStyle w:val="Titel1"/>
        <w:rPr>
          <w:lang w:val="en-US"/>
        </w:rPr>
      </w:pPr>
      <w:bookmarkStart w:id="0" w:name="_Toc188075049"/>
      <w:r w:rsidRPr="00A230A7">
        <w:rPr>
          <w:lang w:val="en-US"/>
        </w:rPr>
        <w:t>S</w:t>
      </w:r>
      <w:r w:rsidR="00AA0C8C" w:rsidRPr="00A230A7">
        <w:rPr>
          <w:lang w:val="en-US"/>
        </w:rPr>
        <w:t>ubmission</w:t>
      </w:r>
      <w:r w:rsidR="009D1658" w:rsidRPr="00A230A7">
        <w:rPr>
          <w:lang w:val="en-US"/>
        </w:rPr>
        <w:t xml:space="preserve"> t</w:t>
      </w:r>
      <w:r w:rsidR="00943123" w:rsidRPr="00A230A7">
        <w:rPr>
          <w:lang w:val="en-US"/>
        </w:rPr>
        <w:t>it</w:t>
      </w:r>
      <w:r w:rsidR="00403498" w:rsidRPr="00A230A7">
        <w:rPr>
          <w:lang w:val="en-US"/>
        </w:rPr>
        <w:t>le</w:t>
      </w:r>
      <w:bookmarkEnd w:id="0"/>
    </w:p>
    <w:p w14:paraId="072868EF" w14:textId="77777777" w:rsidR="00AA0D24" w:rsidRPr="00AE0F5D" w:rsidRDefault="00AE0F5D" w:rsidP="009F5F29">
      <w:pPr>
        <w:pStyle w:val="AuthorText"/>
        <w:rPr>
          <w:lang w:val="en-US"/>
        </w:rPr>
      </w:pPr>
      <w:proofErr w:type="spellStart"/>
      <w:r w:rsidRPr="00AE0F5D">
        <w:rPr>
          <w:lang w:val="en-US"/>
        </w:rPr>
        <w:t>Firstname</w:t>
      </w:r>
      <w:proofErr w:type="spellEnd"/>
      <w:r w:rsidRPr="00AE0F5D">
        <w:rPr>
          <w:lang w:val="en-US"/>
        </w:rPr>
        <w:t xml:space="preserve"> Lastname</w:t>
      </w:r>
      <w:r w:rsidR="00AA0D24" w:rsidRPr="00AE0F5D">
        <w:rPr>
          <w:vertAlign w:val="superscript"/>
          <w:lang w:val="en-US"/>
        </w:rPr>
        <w:t>1</w:t>
      </w:r>
      <w:r w:rsidR="00AA0D24" w:rsidRPr="00AE0F5D">
        <w:rPr>
          <w:lang w:val="en-US"/>
        </w:rPr>
        <w:t xml:space="preserve">, </w:t>
      </w:r>
      <w:bookmarkStart w:id="1" w:name="OLE_LINK3"/>
      <w:bookmarkStart w:id="2" w:name="OLE_LINK4"/>
      <w:proofErr w:type="spellStart"/>
      <w:r w:rsidRPr="00AE0F5D">
        <w:rPr>
          <w:lang w:val="en-US"/>
        </w:rPr>
        <w:t>Firstname</w:t>
      </w:r>
      <w:proofErr w:type="spellEnd"/>
      <w:r w:rsidRPr="00AE0F5D">
        <w:rPr>
          <w:lang w:val="en-US"/>
        </w:rPr>
        <w:t xml:space="preserve"> Lastname</w:t>
      </w:r>
      <w:r w:rsidR="00AA0D24" w:rsidRPr="00AE0F5D">
        <w:rPr>
          <w:vertAlign w:val="superscript"/>
          <w:lang w:val="en-US"/>
        </w:rPr>
        <w:t>1</w:t>
      </w:r>
      <w:r w:rsidR="007D1051" w:rsidRPr="00AE0F5D">
        <w:rPr>
          <w:lang w:val="en-US"/>
        </w:rPr>
        <w:t xml:space="preserve">, </w:t>
      </w:r>
      <w:proofErr w:type="spellStart"/>
      <w:r w:rsidRPr="00AE0F5D">
        <w:rPr>
          <w:lang w:val="en-US"/>
        </w:rPr>
        <w:t>Firstname</w:t>
      </w:r>
      <w:proofErr w:type="spellEnd"/>
      <w:r w:rsidRPr="00AE0F5D">
        <w:rPr>
          <w:lang w:val="en-US"/>
        </w:rPr>
        <w:t xml:space="preserve"> Lastname</w:t>
      </w:r>
      <w:r w:rsidR="00AA0D24" w:rsidRPr="00AE0F5D">
        <w:rPr>
          <w:vertAlign w:val="superscript"/>
          <w:lang w:val="en-US"/>
        </w:rPr>
        <w:t>2</w:t>
      </w:r>
      <w:bookmarkEnd w:id="1"/>
      <w:bookmarkEnd w:id="2"/>
    </w:p>
    <w:p w14:paraId="344E5E35" w14:textId="77777777" w:rsidR="00874DD7" w:rsidRPr="00BE020C" w:rsidRDefault="00AA0D24" w:rsidP="007D1051">
      <w:pPr>
        <w:pStyle w:val="AuthorText"/>
        <w:rPr>
          <w:lang w:val="en-US"/>
        </w:rPr>
      </w:pPr>
      <w:r w:rsidRPr="00BE020C">
        <w:rPr>
          <w:vertAlign w:val="superscript"/>
          <w:lang w:val="en-US"/>
        </w:rPr>
        <w:t>1</w:t>
      </w:r>
      <w:r w:rsidR="00943123" w:rsidRPr="00BE020C">
        <w:rPr>
          <w:lang w:val="en-US"/>
        </w:rPr>
        <w:t>Institut</w:t>
      </w:r>
      <w:r w:rsidR="00BE020C" w:rsidRPr="00BE020C">
        <w:rPr>
          <w:lang w:val="en-US"/>
        </w:rPr>
        <w:t>e</w:t>
      </w:r>
      <w:r w:rsidR="00943123" w:rsidRPr="00BE020C">
        <w:rPr>
          <w:lang w:val="en-US"/>
        </w:rPr>
        <w:t xml:space="preserve"> 1</w:t>
      </w:r>
      <w:r w:rsidRPr="00BE020C">
        <w:rPr>
          <w:lang w:val="en-US"/>
        </w:rPr>
        <w:t>,</w:t>
      </w:r>
      <w:r w:rsidR="009F5F29">
        <w:rPr>
          <w:lang w:val="en-US"/>
        </w:rPr>
        <w:t xml:space="preserve"> </w:t>
      </w:r>
      <w:r w:rsidR="00BE020C">
        <w:rPr>
          <w:lang w:val="en-US"/>
        </w:rPr>
        <w:t>a</w:t>
      </w:r>
      <w:r w:rsidR="00BA1B67" w:rsidRPr="00BE020C">
        <w:rPr>
          <w:lang w:val="en-US"/>
        </w:rPr>
        <w:t>d</w:t>
      </w:r>
      <w:r w:rsidR="00D15820">
        <w:rPr>
          <w:lang w:val="en-US"/>
        </w:rPr>
        <w:t>d</w:t>
      </w:r>
      <w:r w:rsidR="00BA1B67" w:rsidRPr="00BE020C">
        <w:rPr>
          <w:lang w:val="en-US"/>
        </w:rPr>
        <w:t xml:space="preserve">ress, </w:t>
      </w:r>
      <w:r w:rsidR="00BE020C" w:rsidRPr="00BE020C">
        <w:rPr>
          <w:lang w:val="en-US"/>
        </w:rPr>
        <w:t>country</w:t>
      </w:r>
      <w:r w:rsidR="00943123" w:rsidRPr="00BE020C">
        <w:rPr>
          <w:lang w:val="en-US"/>
        </w:rPr>
        <w:t xml:space="preserve">, e-mail: </w:t>
      </w:r>
      <w:r w:rsidR="006965C0" w:rsidRPr="00BE020C">
        <w:rPr>
          <w:lang w:val="en-US"/>
        </w:rPr>
        <w:t>example</w:t>
      </w:r>
      <w:r w:rsidR="00BE020C" w:rsidRPr="00BE020C">
        <w:rPr>
          <w:lang w:val="en-US"/>
        </w:rPr>
        <w:t>1@example</w:t>
      </w:r>
      <w:r w:rsidR="0095283D" w:rsidRPr="00BE020C">
        <w:rPr>
          <w:lang w:val="en-US"/>
        </w:rPr>
        <w:t xml:space="preserve">.at, </w:t>
      </w:r>
      <w:r w:rsidR="006965C0">
        <w:rPr>
          <w:lang w:val="en-US"/>
        </w:rPr>
        <w:t>example</w:t>
      </w:r>
      <w:r w:rsidR="0095283D" w:rsidRPr="00BE020C">
        <w:rPr>
          <w:lang w:val="en-US"/>
        </w:rPr>
        <w:t>2@</w:t>
      </w:r>
      <w:r w:rsidR="00BE020C" w:rsidRPr="00BE020C">
        <w:rPr>
          <w:lang w:val="en-US"/>
        </w:rPr>
        <w:t>example</w:t>
      </w:r>
      <w:r w:rsidR="0095283D" w:rsidRPr="00BE020C">
        <w:rPr>
          <w:lang w:val="en-US"/>
        </w:rPr>
        <w:t>.at</w:t>
      </w:r>
    </w:p>
    <w:p w14:paraId="3D80F8BC" w14:textId="77777777" w:rsidR="00AA0D24" w:rsidRPr="00BE020C" w:rsidRDefault="00AA0D24" w:rsidP="007D1051">
      <w:pPr>
        <w:pStyle w:val="AuthorText"/>
        <w:rPr>
          <w:lang w:val="en-US"/>
        </w:rPr>
      </w:pPr>
      <w:r w:rsidRPr="00BE020C">
        <w:rPr>
          <w:vertAlign w:val="superscript"/>
          <w:lang w:val="en-US"/>
        </w:rPr>
        <w:t>2</w:t>
      </w:r>
      <w:r w:rsidR="00943123" w:rsidRPr="00BE020C">
        <w:rPr>
          <w:lang w:val="en-US"/>
        </w:rPr>
        <w:t>Institut</w:t>
      </w:r>
      <w:r w:rsidR="00BE020C" w:rsidRPr="00BE020C">
        <w:rPr>
          <w:lang w:val="en-US"/>
        </w:rPr>
        <w:t>e</w:t>
      </w:r>
      <w:r w:rsidR="00943123" w:rsidRPr="00BE020C">
        <w:rPr>
          <w:lang w:val="en-US"/>
        </w:rPr>
        <w:t xml:space="preserve"> 2,</w:t>
      </w:r>
      <w:r w:rsidR="009F5F29">
        <w:rPr>
          <w:lang w:val="en-US"/>
        </w:rPr>
        <w:t xml:space="preserve"> </w:t>
      </w:r>
      <w:r w:rsidR="00BE020C">
        <w:rPr>
          <w:lang w:val="en-US"/>
        </w:rPr>
        <w:t>a</w:t>
      </w:r>
      <w:r w:rsidR="00D15820">
        <w:rPr>
          <w:lang w:val="en-US"/>
        </w:rPr>
        <w:t>d</w:t>
      </w:r>
      <w:r w:rsidR="00BE020C">
        <w:rPr>
          <w:lang w:val="en-US"/>
        </w:rPr>
        <w:t>dress</w:t>
      </w:r>
      <w:r w:rsidR="00BA1B67" w:rsidRPr="00BE020C">
        <w:rPr>
          <w:lang w:val="en-US"/>
        </w:rPr>
        <w:t xml:space="preserve">, </w:t>
      </w:r>
      <w:r w:rsidR="00BE020C" w:rsidRPr="00BE020C">
        <w:rPr>
          <w:lang w:val="en-US"/>
        </w:rPr>
        <w:t>country</w:t>
      </w:r>
      <w:r w:rsidR="00BA1B67" w:rsidRPr="00BE020C">
        <w:rPr>
          <w:lang w:val="en-US"/>
        </w:rPr>
        <w:t>,</w:t>
      </w:r>
      <w:r w:rsidR="00874DD7" w:rsidRPr="00BE020C">
        <w:rPr>
          <w:lang w:val="en-US"/>
        </w:rPr>
        <w:t xml:space="preserve"> e-mail: </w:t>
      </w:r>
      <w:r w:rsidR="00BE020C" w:rsidRPr="00BE020C">
        <w:rPr>
          <w:lang w:val="en-US"/>
        </w:rPr>
        <w:t>example</w:t>
      </w:r>
      <w:r w:rsidR="0095283D" w:rsidRPr="00BE020C">
        <w:rPr>
          <w:lang w:val="en-US"/>
        </w:rPr>
        <w:t>3</w:t>
      </w:r>
      <w:r w:rsidR="00874DD7" w:rsidRPr="00BE020C">
        <w:rPr>
          <w:lang w:val="en-US"/>
        </w:rPr>
        <w:t>@</w:t>
      </w:r>
      <w:r w:rsidR="00BE020C" w:rsidRPr="00BE020C">
        <w:rPr>
          <w:lang w:val="en-US"/>
        </w:rPr>
        <w:t>example</w:t>
      </w:r>
      <w:r w:rsidR="00874DD7" w:rsidRPr="00BE020C">
        <w:rPr>
          <w:lang w:val="en-US"/>
        </w:rPr>
        <w:t>.at</w:t>
      </w:r>
    </w:p>
    <w:p w14:paraId="17D32A34" w14:textId="77777777" w:rsidR="00AA0D24" w:rsidRPr="00E803F8" w:rsidRDefault="00AE0F5D" w:rsidP="00E803F8">
      <w:pPr>
        <w:pStyle w:val="AbstractKeywordsHeading"/>
      </w:pPr>
      <w:r w:rsidRPr="00E803F8">
        <w:t>Abstract</w:t>
      </w:r>
    </w:p>
    <w:p w14:paraId="75EF74F8" w14:textId="12A56E51" w:rsidR="00577C0D" w:rsidRPr="00577C0D" w:rsidRDefault="00577C0D" w:rsidP="00577C0D">
      <w:pPr>
        <w:rPr>
          <w:lang w:val="en-US"/>
        </w:rPr>
      </w:pPr>
      <w:r w:rsidRPr="00577C0D">
        <w:rPr>
          <w:lang w:val="en-US"/>
        </w:rPr>
        <w:t>Insert your abstract in this section</w:t>
      </w:r>
      <w:r>
        <w:rPr>
          <w:lang w:val="en-US"/>
        </w:rPr>
        <w:t>.</w:t>
      </w:r>
    </w:p>
    <w:p w14:paraId="1B06C191" w14:textId="64B4C5FA" w:rsidR="00A50BE1" w:rsidRDefault="00577C0D" w:rsidP="00577C0D">
      <w:pPr>
        <w:rPr>
          <w:lang w:val="en-US"/>
        </w:rPr>
      </w:pPr>
      <w:r w:rsidRPr="00577C0D">
        <w:rPr>
          <w:lang w:val="en-US"/>
        </w:rPr>
        <w:t xml:space="preserve">This is the template to be used for the publications of </w:t>
      </w:r>
      <w:r w:rsidR="0022243B" w:rsidRPr="00B67AC2">
        <w:t>www.</w:t>
      </w:r>
      <w:r w:rsidR="00D73AD5">
        <w:t>ICT</w:t>
      </w:r>
      <w:r w:rsidR="0022243B" w:rsidRPr="00B67AC2">
        <w:t>202</w:t>
      </w:r>
      <w:r w:rsidR="00D73AD5">
        <w:t>5</w:t>
      </w:r>
      <w:r w:rsidR="0022243B" w:rsidRPr="00B67AC2">
        <w:t>.org</w:t>
      </w:r>
      <w:r w:rsidRPr="00577C0D">
        <w:rPr>
          <w:lang w:val="en-US"/>
        </w:rPr>
        <w:t>. The same template has to be used both for the extended abstract and for the full paper. Please do not change the formats of this template to ensure that your publication does not exceed the page limit and has the correct layout. The extended abstract should contain 2 pages. The full paper should contain 5-10 pages.</w:t>
      </w:r>
    </w:p>
    <w:p w14:paraId="2C43A3E8" w14:textId="77777777" w:rsidR="00C70409" w:rsidRDefault="00C70409" w:rsidP="00C70409">
      <w:pPr>
        <w:rPr>
          <w:lang w:val="en-US"/>
        </w:rPr>
      </w:pPr>
    </w:p>
    <w:p w14:paraId="56BD408A" w14:textId="17E675A8" w:rsidR="00C70409" w:rsidRDefault="00C70409" w:rsidP="00C70409">
      <w:pPr>
        <w:rPr>
          <w:lang w:val="en-US"/>
        </w:rPr>
      </w:pPr>
      <w:r w:rsidRPr="00C70409">
        <w:rPr>
          <w:lang w:val="en-US"/>
        </w:rPr>
        <w:t xml:space="preserve">The abstracts of all the accepted contributions will be published in the book of abstracts </w:t>
      </w:r>
      <w:r w:rsidR="00C3231D">
        <w:rPr>
          <w:lang w:val="en-US"/>
        </w:rPr>
        <w:t>available online</w:t>
      </w:r>
      <w:r w:rsidRPr="00C70409">
        <w:rPr>
          <w:lang w:val="en-US"/>
        </w:rPr>
        <w:t xml:space="preserve">. </w:t>
      </w:r>
    </w:p>
    <w:p w14:paraId="39C5336B" w14:textId="3119E966" w:rsidR="00E709E6" w:rsidRPr="00E709E6" w:rsidRDefault="00C70409" w:rsidP="00E709E6">
      <w:pPr>
        <w:rPr>
          <w:lang w:val="en-US"/>
        </w:rPr>
      </w:pPr>
      <w:r w:rsidRPr="00C70409">
        <w:rPr>
          <w:lang w:val="en-US"/>
        </w:rPr>
        <w:t>The full papers will be available online on NDT.net - Open Access Archive of Nondestructive Testing ISSN 1435-4934 (</w:t>
      </w:r>
      <w:hyperlink r:id="rId8" w:history="1">
        <w:r w:rsidRPr="003C013E">
          <w:rPr>
            <w:rStyle w:val="Hyperlink"/>
            <w:lang w:val="en-US"/>
          </w:rPr>
          <w:t>www.ndt.net</w:t>
        </w:r>
      </w:hyperlink>
      <w:r w:rsidRPr="00C70409">
        <w:rPr>
          <w:lang w:val="en-US"/>
        </w:rPr>
        <w:t>).</w:t>
      </w:r>
      <w:r w:rsidR="00E709E6">
        <w:rPr>
          <w:lang w:val="en-US"/>
        </w:rPr>
        <w:t xml:space="preserve"> </w:t>
      </w:r>
      <w:r w:rsidR="00E709E6" w:rsidRPr="00E709E6">
        <w:rPr>
          <w:lang w:val="en-US"/>
        </w:rPr>
        <w:t>By submitting a paper for publishing in the proceedings I agree to the following publication license:</w:t>
      </w:r>
    </w:p>
    <w:p w14:paraId="3B03579C" w14:textId="05AFF946" w:rsidR="00E709E6" w:rsidRDefault="00E709E6" w:rsidP="00E709E6">
      <w:pPr>
        <w:rPr>
          <w:lang w:val="en-US"/>
        </w:rPr>
      </w:pPr>
      <w:r w:rsidRPr="00E709E6">
        <w:rPr>
          <w:lang w:val="en-US"/>
        </w:rPr>
        <w:t>Copyright 202</w:t>
      </w:r>
      <w:r w:rsidR="00D73AD5">
        <w:rPr>
          <w:lang w:val="en-US"/>
        </w:rPr>
        <w:t>5</w:t>
      </w:r>
      <w:r w:rsidRPr="00E709E6">
        <w:rPr>
          <w:lang w:val="en-US"/>
        </w:rPr>
        <w:t xml:space="preserve"> – by the Authors. Licensed under a Creative Commons Attribution 4.0 International License.</w:t>
      </w:r>
    </w:p>
    <w:p w14:paraId="6D3CA5C0" w14:textId="77777777" w:rsidR="00AA0D24" w:rsidRPr="003F20C7" w:rsidRDefault="00AA0D24" w:rsidP="00E803F8">
      <w:pPr>
        <w:pStyle w:val="AbstractKeywordsHeading"/>
      </w:pPr>
      <w:r w:rsidRPr="00E803F8">
        <w:t>Keywords</w:t>
      </w:r>
      <w:r w:rsidRPr="003F20C7">
        <w:t xml:space="preserve">: </w:t>
      </w:r>
      <w:r w:rsidR="00BA1B67" w:rsidRPr="003F20C7">
        <w:t xml:space="preserve">3-10 </w:t>
      </w:r>
      <w:r w:rsidR="005650A5" w:rsidRPr="003F20C7">
        <w:t>words</w:t>
      </w:r>
    </w:p>
    <w:p w14:paraId="4AAF9AEE" w14:textId="05C6BEB5" w:rsidR="00AA0D24" w:rsidRPr="003F20C7" w:rsidRDefault="00AA0D24" w:rsidP="007D1051">
      <w:pPr>
        <w:pStyle w:val="Headinglevel1"/>
        <w:rPr>
          <w:lang w:val="en-US"/>
        </w:rPr>
      </w:pPr>
      <w:r w:rsidRPr="003F20C7">
        <w:rPr>
          <w:lang w:val="en-US"/>
        </w:rPr>
        <w:t xml:space="preserve">1 </w:t>
      </w:r>
      <w:r w:rsidR="00DE166F">
        <w:rPr>
          <w:lang w:val="en-US"/>
        </w:rPr>
        <w:t xml:space="preserve">  </w:t>
      </w:r>
      <w:r w:rsidRPr="003F20C7">
        <w:rPr>
          <w:lang w:val="en-US"/>
        </w:rPr>
        <w:t xml:space="preserve"> </w:t>
      </w:r>
      <w:r w:rsidR="00BC31C9" w:rsidRPr="003F20C7">
        <w:rPr>
          <w:lang w:val="en-US"/>
        </w:rPr>
        <w:t>Chapter</w:t>
      </w:r>
    </w:p>
    <w:p w14:paraId="58ADE4EC" w14:textId="22342427" w:rsidR="00577C0D" w:rsidRDefault="00577C0D" w:rsidP="009D73F0">
      <w:pPr>
        <w:pStyle w:val="Headinglevel2"/>
        <w:rPr>
          <w:b w:val="0"/>
          <w:bCs w:val="0"/>
          <w:iCs w:val="0"/>
          <w:sz w:val="20"/>
          <w:lang w:val="en-US"/>
        </w:rPr>
      </w:pPr>
      <w:r w:rsidRPr="00577C0D">
        <w:rPr>
          <w:b w:val="0"/>
          <w:bCs w:val="0"/>
          <w:iCs w:val="0"/>
          <w:sz w:val="20"/>
          <w:lang w:val="en-US"/>
        </w:rPr>
        <w:t>Insert a short introduction here. The introduction should give a short overview of the position of the paper in the corresponding field. It should identify problems, give a summary of previous research efforts and why this research is original. Lastly, a very short summary of the following content should conclude the introduction.</w:t>
      </w:r>
    </w:p>
    <w:p w14:paraId="375ADF41" w14:textId="68C8ABBD" w:rsidR="00577C0D" w:rsidRPr="003F20C7" w:rsidRDefault="00577C0D" w:rsidP="00577C0D">
      <w:pPr>
        <w:pStyle w:val="Headinglevel1"/>
        <w:rPr>
          <w:lang w:val="en-US"/>
        </w:rPr>
      </w:pPr>
      <w:r>
        <w:rPr>
          <w:lang w:val="en-US"/>
        </w:rPr>
        <w:t>2</w:t>
      </w:r>
      <w:r w:rsidRPr="003F20C7">
        <w:rPr>
          <w:lang w:val="en-US"/>
        </w:rPr>
        <w:t xml:space="preserve">  </w:t>
      </w:r>
      <w:r w:rsidR="00DE166F">
        <w:rPr>
          <w:lang w:val="en-US"/>
        </w:rPr>
        <w:t xml:space="preserve">  </w:t>
      </w:r>
      <w:r w:rsidRPr="003F20C7">
        <w:rPr>
          <w:lang w:val="en-US"/>
        </w:rPr>
        <w:t>Chapter</w:t>
      </w:r>
    </w:p>
    <w:p w14:paraId="0E908E39" w14:textId="77777777" w:rsidR="00577C0D" w:rsidRDefault="00577C0D" w:rsidP="00577C0D">
      <w:pPr>
        <w:rPr>
          <w:b/>
          <w:bCs/>
          <w:iCs/>
          <w:lang w:val="en-US"/>
        </w:rPr>
      </w:pPr>
      <w:r w:rsidRPr="00577C0D">
        <w:rPr>
          <w:lang w:val="en-US"/>
        </w:rPr>
        <w:t>All references must be cited, and vice versa.</w:t>
      </w:r>
    </w:p>
    <w:p w14:paraId="522C0FFA" w14:textId="29C1E590" w:rsidR="00577C0D" w:rsidRDefault="00577C0D" w:rsidP="00577C0D">
      <w:pPr>
        <w:rPr>
          <w:b/>
          <w:bCs/>
          <w:iCs/>
          <w:lang w:val="en-US"/>
        </w:rPr>
      </w:pPr>
      <w:r w:rsidRPr="00577C0D">
        <w:rPr>
          <w:lang w:val="en-US"/>
        </w:rPr>
        <w:t>All tables and figures need to be referenced in the text. This helps the reader at one hand to understand where the figure/table belongs (typesetting issues can cause movement of figures/tables) and at the other hand to see why the item has been included.</w:t>
      </w:r>
    </w:p>
    <w:p w14:paraId="5D0D8337" w14:textId="7FFEBCDD" w:rsidR="00BA1B67" w:rsidRPr="00F2063D" w:rsidRDefault="00577C0D" w:rsidP="009D73F0">
      <w:pPr>
        <w:pStyle w:val="Headinglevel2"/>
        <w:rPr>
          <w:lang w:val="en-US"/>
        </w:rPr>
      </w:pPr>
      <w:r>
        <w:rPr>
          <w:lang w:val="en-US"/>
        </w:rPr>
        <w:t>2</w:t>
      </w:r>
      <w:r w:rsidR="00BA1B67" w:rsidRPr="00F2063D">
        <w:rPr>
          <w:lang w:val="en-US"/>
        </w:rPr>
        <w:t xml:space="preserve">.1 </w:t>
      </w:r>
      <w:r w:rsidR="00DE166F">
        <w:rPr>
          <w:lang w:val="en-US"/>
        </w:rPr>
        <w:t xml:space="preserve">   </w:t>
      </w:r>
      <w:r w:rsidR="008C6D90" w:rsidRPr="00F2063D">
        <w:rPr>
          <w:lang w:val="en-US"/>
        </w:rPr>
        <w:t>Section</w:t>
      </w:r>
    </w:p>
    <w:p w14:paraId="6A6FAC6B" w14:textId="0C433BA7" w:rsidR="00BB64D9" w:rsidRDefault="00577C0D" w:rsidP="00BB64D9">
      <w:pPr>
        <w:rPr>
          <w:lang w:val="en-US"/>
        </w:rPr>
      </w:pPr>
      <w:r w:rsidRPr="00577C0D">
        <w:rPr>
          <w:lang w:val="en-US"/>
        </w:rPr>
        <w:t>A complete reference should provide your reader with enough information to locate the article concerned (for more information referencing different sources see the examples in</w:t>
      </w:r>
      <w:r w:rsidR="00DE166F">
        <w:rPr>
          <w:lang w:val="en-US"/>
        </w:rPr>
        <w:t xml:space="preserve"> References</w:t>
      </w:r>
      <w:r>
        <w:rPr>
          <w:lang w:val="en-US"/>
        </w:rPr>
        <w:t xml:space="preserve"> [3]).</w:t>
      </w:r>
    </w:p>
    <w:p w14:paraId="59368419" w14:textId="6AA05A9A" w:rsidR="00BA1B67" w:rsidRPr="0075155D" w:rsidRDefault="00577C0D" w:rsidP="00A56BDC">
      <w:pPr>
        <w:pStyle w:val="Headinglevel2"/>
        <w:rPr>
          <w:lang w:val="en-US"/>
        </w:rPr>
      </w:pPr>
      <w:r>
        <w:rPr>
          <w:lang w:val="en-US"/>
        </w:rPr>
        <w:t>2</w:t>
      </w:r>
      <w:r w:rsidR="00306447" w:rsidRPr="0075155D">
        <w:rPr>
          <w:lang w:val="en-US"/>
        </w:rPr>
        <w:t xml:space="preserve">.1.1 </w:t>
      </w:r>
      <w:r w:rsidR="00DE166F">
        <w:rPr>
          <w:lang w:val="en-US"/>
        </w:rPr>
        <w:t xml:space="preserve">   </w:t>
      </w:r>
      <w:r w:rsidR="00306447" w:rsidRPr="0075155D">
        <w:rPr>
          <w:lang w:val="en-US"/>
        </w:rPr>
        <w:t>Sub</w:t>
      </w:r>
      <w:r w:rsidR="008C6D90" w:rsidRPr="0075155D">
        <w:rPr>
          <w:lang w:val="en-US"/>
        </w:rPr>
        <w:t>section</w:t>
      </w:r>
    </w:p>
    <w:p w14:paraId="13FD9A57" w14:textId="77777777" w:rsidR="006D6585" w:rsidRDefault="006D6585" w:rsidP="006D6585">
      <w:r>
        <w:t>Citations have to be surrounded by square brackets and need to be numbered in order of appearance. If a stack of references needs to be cited, only the number of the first and the last reference with a bar in between needs to be set. In the following, examples are given how to cite the references.</w:t>
      </w:r>
    </w:p>
    <w:p w14:paraId="0316A86B" w14:textId="77777777" w:rsidR="006D6585" w:rsidRDefault="006D6585" w:rsidP="006D6585">
      <w:r>
        <w:t xml:space="preserve">Examples how to reference in the text: [1], [1, 2], [1 –4]. </w:t>
      </w:r>
    </w:p>
    <w:p w14:paraId="1747B5D0" w14:textId="6078A259" w:rsidR="004B33CC" w:rsidRDefault="006D6585" w:rsidP="006D6585">
      <w:r>
        <w:t>Text (see Figure 1).</w:t>
      </w:r>
      <w:r w:rsidR="00B620A1">
        <w:t xml:space="preserve"> Text.</w:t>
      </w:r>
    </w:p>
    <w:p w14:paraId="3516B519" w14:textId="3EA72CFF" w:rsidR="00AA0D24" w:rsidRPr="005B1E96" w:rsidRDefault="00D73AD5" w:rsidP="00AE63EE">
      <w:pPr>
        <w:jc w:val="center"/>
      </w:pPr>
      <w:r>
        <w:rPr>
          <w:noProof/>
        </w:rPr>
        <w:drawing>
          <wp:inline distT="0" distB="0" distL="0" distR="0" wp14:anchorId="2E760882" wp14:editId="07945610">
            <wp:extent cx="2192412" cy="1432800"/>
            <wp:effectExtent l="0" t="0" r="5080" b="2540"/>
            <wp:docPr id="520239610" name="Afbeelding 1" descr="Afbeelding met tekst, schermopname, logo,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239610" name="Afbeelding 1" descr="Afbeelding met tekst, schermopname, logo, Lettertype&#10;&#10;Automatisch gegenereerde beschrijving"/>
                    <pic:cNvPicPr/>
                  </pic:nvPicPr>
                  <pic:blipFill>
                    <a:blip r:embed="rId9"/>
                    <a:stretch>
                      <a:fillRect/>
                    </a:stretch>
                  </pic:blipFill>
                  <pic:spPr>
                    <a:xfrm>
                      <a:off x="0" y="0"/>
                      <a:ext cx="2354348" cy="1538629"/>
                    </a:xfrm>
                    <a:prstGeom prst="rect">
                      <a:avLst/>
                    </a:prstGeom>
                  </pic:spPr>
                </pic:pic>
              </a:graphicData>
            </a:graphic>
          </wp:inline>
        </w:drawing>
      </w:r>
    </w:p>
    <w:p w14:paraId="432E43F8" w14:textId="1792B2C3" w:rsidR="00AA0D24" w:rsidRDefault="009D132C" w:rsidP="003F4676">
      <w:pPr>
        <w:pStyle w:val="FigureTablecentered"/>
      </w:pPr>
      <w:r>
        <w:t>Figure</w:t>
      </w:r>
      <w:r w:rsidR="00FF70C8">
        <w:t> </w:t>
      </w:r>
      <w:r w:rsidR="00AA0D24" w:rsidRPr="007063F1">
        <w:t xml:space="preserve">1: </w:t>
      </w:r>
      <w:r w:rsidR="00D9441E">
        <w:t>D</w:t>
      </w:r>
      <w:r w:rsidR="00BB1B4B">
        <w:t>escription</w:t>
      </w:r>
      <w:r w:rsidR="00B32275">
        <w:t xml:space="preserve"> text</w:t>
      </w:r>
      <w:r w:rsidR="00D9441E">
        <w:t>s</w:t>
      </w:r>
      <w:r w:rsidR="00B32275">
        <w:t xml:space="preserve"> of image</w:t>
      </w:r>
      <w:r w:rsidR="00D9441E">
        <w:t>s and tables</w:t>
      </w:r>
      <w:r w:rsidR="00B32275">
        <w:t xml:space="preserve"> </w:t>
      </w:r>
      <w:r w:rsidR="00725539">
        <w:t xml:space="preserve">can be </w:t>
      </w:r>
      <w:proofErr w:type="spellStart"/>
      <w:r w:rsidR="00725539">
        <w:t>centered</w:t>
      </w:r>
      <w:proofErr w:type="spellEnd"/>
      <w:r w:rsidR="00725539">
        <w:t xml:space="preserve"> or in grouped style</w:t>
      </w:r>
      <w:r w:rsidR="00AA0D24" w:rsidRPr="007063F1">
        <w:t>.</w:t>
      </w:r>
    </w:p>
    <w:p w14:paraId="41776CC9" w14:textId="77777777" w:rsidR="00250350" w:rsidRPr="00793AE0" w:rsidRDefault="00250350" w:rsidP="00250350">
      <w:r w:rsidRPr="00C70409">
        <w:t xml:space="preserve">Lorem ipsum </w:t>
      </w:r>
      <w:proofErr w:type="spellStart"/>
      <w:r w:rsidRPr="00C70409">
        <w:t>dolor</w:t>
      </w:r>
      <w:proofErr w:type="spellEnd"/>
      <w:r w:rsidRPr="00C70409">
        <w:t xml:space="preserve"> sit </w:t>
      </w:r>
      <w:proofErr w:type="spellStart"/>
      <w:r w:rsidRPr="00C70409">
        <w:t>amet</w:t>
      </w:r>
      <w:proofErr w:type="spellEnd"/>
      <w:r w:rsidRPr="00C70409">
        <w:t xml:space="preserve">, </w:t>
      </w:r>
      <w:proofErr w:type="spellStart"/>
      <w:r w:rsidRPr="00C70409">
        <w:t>consetetur</w:t>
      </w:r>
      <w:proofErr w:type="spellEnd"/>
      <w:r w:rsidRPr="00C70409">
        <w:t xml:space="preserve"> </w:t>
      </w:r>
      <w:proofErr w:type="spellStart"/>
      <w:r w:rsidRPr="00C70409">
        <w:t>sadipscing</w:t>
      </w:r>
      <w:proofErr w:type="spellEnd"/>
      <w:r w:rsidRPr="00C70409">
        <w:t xml:space="preserve"> </w:t>
      </w:r>
      <w:proofErr w:type="spellStart"/>
      <w:r w:rsidRPr="00C70409">
        <w:t>elitr</w:t>
      </w:r>
      <w:proofErr w:type="spellEnd"/>
      <w:r w:rsidRPr="00C70409">
        <w:t xml:space="preserve">, </w:t>
      </w:r>
      <w:proofErr w:type="spellStart"/>
      <w:r w:rsidRPr="00C70409">
        <w:t>sed</w:t>
      </w:r>
      <w:proofErr w:type="spellEnd"/>
      <w:r w:rsidRPr="00C70409">
        <w:t xml:space="preserve"> </w:t>
      </w:r>
      <w:proofErr w:type="spellStart"/>
      <w:r w:rsidRPr="00C70409">
        <w:t>diam</w:t>
      </w:r>
      <w:proofErr w:type="spellEnd"/>
      <w:r w:rsidRPr="00C70409">
        <w:t xml:space="preserve"> </w:t>
      </w:r>
      <w:proofErr w:type="spellStart"/>
      <w:r w:rsidRPr="00C70409">
        <w:t>nonumy</w:t>
      </w:r>
      <w:proofErr w:type="spellEnd"/>
      <w:r w:rsidRPr="00C70409">
        <w:t xml:space="preserve"> </w:t>
      </w:r>
      <w:proofErr w:type="spellStart"/>
      <w:r w:rsidRPr="00C70409">
        <w:t>eirmod</w:t>
      </w:r>
      <w:proofErr w:type="spellEnd"/>
      <w:r w:rsidRPr="00C70409">
        <w:t xml:space="preserve"> </w:t>
      </w:r>
      <w:proofErr w:type="spellStart"/>
      <w:r w:rsidRPr="00C70409">
        <w:t>tempor</w:t>
      </w:r>
      <w:proofErr w:type="spellEnd"/>
      <w:r w:rsidRPr="00C70409">
        <w:t xml:space="preserve"> </w:t>
      </w:r>
      <w:proofErr w:type="spellStart"/>
      <w:r w:rsidRPr="00C70409">
        <w:t>invidunt</w:t>
      </w:r>
      <w:proofErr w:type="spellEnd"/>
      <w:r w:rsidRPr="00C70409">
        <w:t xml:space="preserve"> </w:t>
      </w:r>
      <w:proofErr w:type="spellStart"/>
      <w:r w:rsidRPr="00C70409">
        <w:t>ut</w:t>
      </w:r>
      <w:proofErr w:type="spellEnd"/>
      <w:r w:rsidRPr="00C70409">
        <w:t xml:space="preserve"> </w:t>
      </w:r>
      <w:proofErr w:type="spellStart"/>
      <w:r w:rsidRPr="00C70409">
        <w:t>labore</w:t>
      </w:r>
      <w:proofErr w:type="spellEnd"/>
      <w:r w:rsidRPr="00C70409">
        <w:t xml:space="preserve"> et dolore magna </w:t>
      </w:r>
      <w:proofErr w:type="spellStart"/>
      <w:r w:rsidRPr="00C70409">
        <w:t>aliquyam</w:t>
      </w:r>
      <w:proofErr w:type="spellEnd"/>
      <w:r w:rsidRPr="00C70409">
        <w:t xml:space="preserve"> </w:t>
      </w:r>
      <w:proofErr w:type="spellStart"/>
      <w:r w:rsidRPr="00C70409">
        <w:t>erat</w:t>
      </w:r>
      <w:proofErr w:type="spellEnd"/>
      <w:r w:rsidRPr="00C70409">
        <w:t xml:space="preserve">, </w:t>
      </w:r>
      <w:proofErr w:type="spellStart"/>
      <w:r w:rsidRPr="00C70409">
        <w:t>sed</w:t>
      </w:r>
      <w:proofErr w:type="spellEnd"/>
      <w:r w:rsidRPr="00C70409">
        <w:t xml:space="preserve"> </w:t>
      </w:r>
      <w:proofErr w:type="spellStart"/>
      <w:r w:rsidRPr="00C70409">
        <w:t>diam</w:t>
      </w:r>
      <w:proofErr w:type="spellEnd"/>
      <w:r w:rsidRPr="00C70409">
        <w:t xml:space="preserve"> </w:t>
      </w:r>
      <w:proofErr w:type="spellStart"/>
      <w:r w:rsidRPr="00C70409">
        <w:t>voluptua</w:t>
      </w:r>
      <w:proofErr w:type="spellEnd"/>
      <w:r w:rsidRPr="00C70409">
        <w:t>.</w:t>
      </w:r>
    </w:p>
    <w:p w14:paraId="60F24A4C" w14:textId="69CACE7A" w:rsidR="00BA1B67" w:rsidRPr="00B32275" w:rsidRDefault="00BA1B67" w:rsidP="00B32275">
      <w:pPr>
        <w:pStyle w:val="Headinglevel1"/>
        <w:rPr>
          <w:lang w:val="en-US"/>
        </w:rPr>
      </w:pPr>
      <w:r w:rsidRPr="00B32275">
        <w:rPr>
          <w:lang w:val="en-US"/>
        </w:rPr>
        <w:t xml:space="preserve">3  </w:t>
      </w:r>
      <w:r w:rsidR="00DE166F">
        <w:rPr>
          <w:lang w:val="en-US"/>
        </w:rPr>
        <w:t xml:space="preserve">  </w:t>
      </w:r>
      <w:r w:rsidR="00BB1B4B" w:rsidRPr="00B32275">
        <w:rPr>
          <w:lang w:val="en-US"/>
        </w:rPr>
        <w:t>Chapter</w:t>
      </w:r>
    </w:p>
    <w:p w14:paraId="4A193135" w14:textId="43A2C2FE" w:rsidR="00BA1B67" w:rsidRDefault="00034A3A" w:rsidP="00BA1B67">
      <w:pPr>
        <w:rPr>
          <w:lang w:val="en-US"/>
        </w:rPr>
      </w:pPr>
      <w:r w:rsidRPr="001C2B5E">
        <w:rPr>
          <w:lang w:val="en-US"/>
        </w:rPr>
        <w:lastRenderedPageBreak/>
        <w:t xml:space="preserve">Text (cf. </w:t>
      </w:r>
      <w:r>
        <w:rPr>
          <w:lang w:val="en-US"/>
        </w:rPr>
        <w:t>T</w:t>
      </w:r>
      <w:r w:rsidRPr="001C2B5E">
        <w:rPr>
          <w:lang w:val="en-US"/>
        </w:rPr>
        <w:t>able</w:t>
      </w:r>
      <w:r>
        <w:rPr>
          <w:lang w:val="en-US"/>
        </w:rPr>
        <w:t> 1</w:t>
      </w:r>
      <w:r w:rsidRPr="001C2B5E">
        <w:rPr>
          <w:lang w:val="en-US"/>
        </w:rPr>
        <w:t xml:space="preserve">). </w:t>
      </w:r>
      <w:r>
        <w:rPr>
          <w:lang w:val="en-US"/>
        </w:rPr>
        <w:t xml:space="preserve"> </w:t>
      </w:r>
      <w:r w:rsidR="00C70409" w:rsidRPr="00C70409">
        <w:rPr>
          <w:lang w:val="en-US"/>
        </w:rPr>
        <w:t xml:space="preserve">Lorem ipsum dolor sit </w:t>
      </w:r>
      <w:proofErr w:type="spellStart"/>
      <w:r w:rsidR="00C70409" w:rsidRPr="00C70409">
        <w:rPr>
          <w:lang w:val="en-US"/>
        </w:rPr>
        <w:t>amet</w:t>
      </w:r>
      <w:proofErr w:type="spellEnd"/>
      <w:r w:rsidR="00C70409" w:rsidRPr="00C70409">
        <w:rPr>
          <w:lang w:val="en-US"/>
        </w:rPr>
        <w:t xml:space="preserve">, </w:t>
      </w:r>
      <w:proofErr w:type="spellStart"/>
      <w:r w:rsidR="00C70409" w:rsidRPr="00C70409">
        <w:rPr>
          <w:lang w:val="en-US"/>
        </w:rPr>
        <w:t>consetetur</w:t>
      </w:r>
      <w:proofErr w:type="spellEnd"/>
      <w:r w:rsidR="00C70409" w:rsidRPr="00C70409">
        <w:rPr>
          <w:lang w:val="en-US"/>
        </w:rPr>
        <w:t xml:space="preserve"> </w:t>
      </w:r>
      <w:proofErr w:type="spellStart"/>
      <w:r w:rsidR="00C70409" w:rsidRPr="00C70409">
        <w:rPr>
          <w:lang w:val="en-US"/>
        </w:rPr>
        <w:t>sadipscing</w:t>
      </w:r>
      <w:proofErr w:type="spellEnd"/>
      <w:r w:rsidR="00C70409" w:rsidRPr="00C70409">
        <w:rPr>
          <w:lang w:val="en-US"/>
        </w:rPr>
        <w:t xml:space="preserve"> </w:t>
      </w:r>
      <w:proofErr w:type="spellStart"/>
      <w:r w:rsidR="00C70409" w:rsidRPr="00C70409">
        <w:rPr>
          <w:lang w:val="en-US"/>
        </w:rPr>
        <w:t>elitr</w:t>
      </w:r>
      <w:proofErr w:type="spellEnd"/>
      <w:r w:rsidR="00C70409" w:rsidRPr="00C70409">
        <w:rPr>
          <w:lang w:val="en-US"/>
        </w:rPr>
        <w:t xml:space="preserve">, sed diam </w:t>
      </w:r>
      <w:proofErr w:type="spellStart"/>
      <w:r w:rsidR="00C70409" w:rsidRPr="00C70409">
        <w:rPr>
          <w:lang w:val="en-US"/>
        </w:rPr>
        <w:t>nonumy</w:t>
      </w:r>
      <w:proofErr w:type="spellEnd"/>
      <w:r w:rsidR="00C70409" w:rsidRPr="00C70409">
        <w:rPr>
          <w:lang w:val="en-US"/>
        </w:rPr>
        <w:t xml:space="preserve"> </w:t>
      </w:r>
      <w:proofErr w:type="spellStart"/>
      <w:r w:rsidR="00C70409" w:rsidRPr="00C70409">
        <w:rPr>
          <w:lang w:val="en-US"/>
        </w:rPr>
        <w:t>eirmod</w:t>
      </w:r>
      <w:proofErr w:type="spellEnd"/>
      <w:r w:rsidR="00C70409" w:rsidRPr="00C70409">
        <w:rPr>
          <w:lang w:val="en-US"/>
        </w:rPr>
        <w:t xml:space="preserve"> </w:t>
      </w:r>
      <w:proofErr w:type="spellStart"/>
      <w:r w:rsidR="00C70409" w:rsidRPr="00C70409">
        <w:rPr>
          <w:lang w:val="en-US"/>
        </w:rPr>
        <w:t>tempor</w:t>
      </w:r>
      <w:proofErr w:type="spellEnd"/>
      <w:r w:rsidR="00C70409" w:rsidRPr="00C70409">
        <w:rPr>
          <w:lang w:val="en-US"/>
        </w:rPr>
        <w:t xml:space="preserve"> </w:t>
      </w:r>
      <w:proofErr w:type="spellStart"/>
      <w:r w:rsidR="00C70409" w:rsidRPr="00C70409">
        <w:rPr>
          <w:lang w:val="en-US"/>
        </w:rPr>
        <w:t>invidunt</w:t>
      </w:r>
      <w:proofErr w:type="spellEnd"/>
      <w:r w:rsidR="00C70409" w:rsidRPr="00C70409">
        <w:rPr>
          <w:lang w:val="en-US"/>
        </w:rPr>
        <w:t xml:space="preserve"> </w:t>
      </w:r>
      <w:proofErr w:type="spellStart"/>
      <w:r w:rsidR="00C70409" w:rsidRPr="00C70409">
        <w:rPr>
          <w:lang w:val="en-US"/>
        </w:rPr>
        <w:t>ut</w:t>
      </w:r>
      <w:proofErr w:type="spellEnd"/>
      <w:r w:rsidR="00C70409" w:rsidRPr="00C70409">
        <w:rPr>
          <w:lang w:val="en-US"/>
        </w:rPr>
        <w:t xml:space="preserve"> </w:t>
      </w:r>
      <w:proofErr w:type="spellStart"/>
      <w:r w:rsidR="00C70409" w:rsidRPr="00C70409">
        <w:rPr>
          <w:lang w:val="en-US"/>
        </w:rPr>
        <w:t>labore</w:t>
      </w:r>
      <w:proofErr w:type="spellEnd"/>
      <w:r w:rsidR="00C70409" w:rsidRPr="00C70409">
        <w:rPr>
          <w:lang w:val="en-US"/>
        </w:rPr>
        <w:t xml:space="preserve"> et dolore magna </w:t>
      </w:r>
      <w:proofErr w:type="spellStart"/>
      <w:r w:rsidR="00C70409" w:rsidRPr="00C70409">
        <w:rPr>
          <w:lang w:val="en-US"/>
        </w:rPr>
        <w:t>aliquyam</w:t>
      </w:r>
      <w:proofErr w:type="spellEnd"/>
      <w:r w:rsidR="00C70409" w:rsidRPr="00C70409">
        <w:rPr>
          <w:lang w:val="en-US"/>
        </w:rPr>
        <w:t xml:space="preserve"> </w:t>
      </w:r>
      <w:proofErr w:type="spellStart"/>
      <w:r w:rsidR="00C70409" w:rsidRPr="00C70409">
        <w:rPr>
          <w:lang w:val="en-US"/>
        </w:rPr>
        <w:t>erat</w:t>
      </w:r>
      <w:proofErr w:type="spellEnd"/>
      <w:r w:rsidR="00C70409" w:rsidRPr="00C70409">
        <w:rPr>
          <w:lang w:val="en-US"/>
        </w:rPr>
        <w:t xml:space="preserve">, sed diam </w:t>
      </w:r>
      <w:proofErr w:type="spellStart"/>
      <w:r w:rsidR="00C70409" w:rsidRPr="00C70409">
        <w:rPr>
          <w:lang w:val="en-US"/>
        </w:rPr>
        <w:t>voluptua</w:t>
      </w:r>
      <w:proofErr w:type="spellEnd"/>
      <w:r w:rsidR="00C70409" w:rsidRPr="00C70409">
        <w:rPr>
          <w:lang w:val="en-US"/>
        </w:rPr>
        <w:t xml:space="preserve">. At </w:t>
      </w:r>
      <w:proofErr w:type="spellStart"/>
      <w:r w:rsidR="00C70409" w:rsidRPr="00C70409">
        <w:rPr>
          <w:lang w:val="en-US"/>
        </w:rPr>
        <w:t>vero</w:t>
      </w:r>
      <w:proofErr w:type="spellEnd"/>
      <w:r w:rsidR="00C70409" w:rsidRPr="00C70409">
        <w:rPr>
          <w:lang w:val="en-US"/>
        </w:rPr>
        <w:t xml:space="preserve"> </w:t>
      </w:r>
      <w:proofErr w:type="spellStart"/>
      <w:r w:rsidR="00C70409" w:rsidRPr="00C70409">
        <w:rPr>
          <w:lang w:val="en-US"/>
        </w:rPr>
        <w:t>eos</w:t>
      </w:r>
      <w:proofErr w:type="spellEnd"/>
      <w:r w:rsidR="00C70409" w:rsidRPr="00C70409">
        <w:rPr>
          <w:lang w:val="en-US"/>
        </w:rPr>
        <w:t xml:space="preserve"> et </w:t>
      </w:r>
      <w:proofErr w:type="spellStart"/>
      <w:r w:rsidR="00C70409" w:rsidRPr="00C70409">
        <w:rPr>
          <w:lang w:val="en-US"/>
        </w:rPr>
        <w:t>accusam</w:t>
      </w:r>
      <w:proofErr w:type="spellEnd"/>
      <w:r w:rsidR="00C70409" w:rsidRPr="00C70409">
        <w:rPr>
          <w:lang w:val="en-US"/>
        </w:rPr>
        <w:t xml:space="preserve"> et </w:t>
      </w:r>
      <w:proofErr w:type="spellStart"/>
      <w:r w:rsidR="00C70409" w:rsidRPr="00C70409">
        <w:rPr>
          <w:lang w:val="en-US"/>
        </w:rPr>
        <w:t>justo</w:t>
      </w:r>
      <w:proofErr w:type="spellEnd"/>
      <w:r w:rsidR="00C70409" w:rsidRPr="00C70409">
        <w:rPr>
          <w:lang w:val="en-US"/>
        </w:rPr>
        <w:t xml:space="preserve"> duo </w:t>
      </w:r>
      <w:proofErr w:type="spellStart"/>
      <w:r w:rsidR="00C70409" w:rsidRPr="00C70409">
        <w:rPr>
          <w:lang w:val="en-US"/>
        </w:rPr>
        <w:t>dolores</w:t>
      </w:r>
      <w:proofErr w:type="spellEnd"/>
      <w:r w:rsidR="00C70409" w:rsidRPr="00C70409">
        <w:rPr>
          <w:lang w:val="en-US"/>
        </w:rPr>
        <w:t xml:space="preserve"> et </w:t>
      </w:r>
      <w:proofErr w:type="spellStart"/>
      <w:r w:rsidR="00C70409" w:rsidRPr="00C70409">
        <w:rPr>
          <w:lang w:val="en-US"/>
        </w:rPr>
        <w:t>ea</w:t>
      </w:r>
      <w:proofErr w:type="spellEnd"/>
      <w:r w:rsidR="00C70409" w:rsidRPr="00C70409">
        <w:rPr>
          <w:lang w:val="en-US"/>
        </w:rPr>
        <w:t xml:space="preserve"> </w:t>
      </w:r>
      <w:proofErr w:type="spellStart"/>
      <w:r w:rsidR="00C70409" w:rsidRPr="00C70409">
        <w:rPr>
          <w:lang w:val="en-US"/>
        </w:rPr>
        <w:t>rebum</w:t>
      </w:r>
      <w:proofErr w:type="spellEnd"/>
      <w:r w:rsidR="00C70409" w:rsidRPr="00C70409">
        <w:rPr>
          <w:lang w:val="en-US"/>
        </w:rPr>
        <w:t xml:space="preserve">. Stet </w:t>
      </w:r>
      <w:proofErr w:type="spellStart"/>
      <w:r w:rsidR="00C70409" w:rsidRPr="00C70409">
        <w:rPr>
          <w:lang w:val="en-US"/>
        </w:rPr>
        <w:t>clita</w:t>
      </w:r>
      <w:proofErr w:type="spellEnd"/>
      <w:r w:rsidR="00C70409" w:rsidRPr="00C70409">
        <w:rPr>
          <w:lang w:val="en-US"/>
        </w:rPr>
        <w:t xml:space="preserve"> </w:t>
      </w:r>
      <w:proofErr w:type="spellStart"/>
      <w:r w:rsidR="00C70409" w:rsidRPr="00C70409">
        <w:rPr>
          <w:lang w:val="en-US"/>
        </w:rPr>
        <w:t>kasd</w:t>
      </w:r>
      <w:proofErr w:type="spellEnd"/>
      <w:r w:rsidR="00C70409" w:rsidRPr="00C70409">
        <w:rPr>
          <w:lang w:val="en-US"/>
        </w:rPr>
        <w:t xml:space="preserve"> </w:t>
      </w:r>
      <w:proofErr w:type="spellStart"/>
      <w:r w:rsidR="00C70409" w:rsidRPr="00C70409">
        <w:rPr>
          <w:lang w:val="en-US"/>
        </w:rPr>
        <w:t>gubergren</w:t>
      </w:r>
      <w:proofErr w:type="spellEnd"/>
      <w:r w:rsidR="00C70409" w:rsidRPr="00C70409">
        <w:rPr>
          <w:lang w:val="en-US"/>
        </w:rPr>
        <w:t xml:space="preserve">, no sea </w:t>
      </w:r>
      <w:proofErr w:type="spellStart"/>
      <w:r w:rsidR="00C70409" w:rsidRPr="00C70409">
        <w:rPr>
          <w:lang w:val="en-US"/>
        </w:rPr>
        <w:t>takimata</w:t>
      </w:r>
      <w:proofErr w:type="spellEnd"/>
      <w:r w:rsidR="00C70409" w:rsidRPr="00C70409">
        <w:rPr>
          <w:lang w:val="en-US"/>
        </w:rPr>
        <w:t xml:space="preserve"> </w:t>
      </w:r>
      <w:proofErr w:type="spellStart"/>
      <w:r w:rsidR="00C70409" w:rsidRPr="00C70409">
        <w:rPr>
          <w:lang w:val="en-US"/>
        </w:rPr>
        <w:t>sanctus</w:t>
      </w:r>
      <w:proofErr w:type="spellEnd"/>
      <w:r w:rsidR="00C70409" w:rsidRPr="00C70409">
        <w:rPr>
          <w:lang w:val="en-US"/>
        </w:rPr>
        <w:t xml:space="preserve"> </w:t>
      </w:r>
      <w:proofErr w:type="spellStart"/>
      <w:r w:rsidR="00C70409" w:rsidRPr="00C70409">
        <w:rPr>
          <w:lang w:val="en-US"/>
        </w:rPr>
        <w:t>est</w:t>
      </w:r>
      <w:proofErr w:type="spellEnd"/>
      <w:r w:rsidR="00C70409" w:rsidRPr="00C70409">
        <w:rPr>
          <w:lang w:val="en-US"/>
        </w:rPr>
        <w:t xml:space="preserve"> Lorem ipsum dolor sit </w:t>
      </w:r>
      <w:proofErr w:type="spellStart"/>
      <w:r w:rsidR="00C70409" w:rsidRPr="00C70409">
        <w:rPr>
          <w:lang w:val="en-US"/>
        </w:rPr>
        <w:t>amet</w:t>
      </w:r>
      <w:proofErr w:type="spellEnd"/>
      <w:r w:rsidR="00C70409" w:rsidRPr="00C70409">
        <w:rPr>
          <w:lang w:val="en-US"/>
        </w:rPr>
        <w:t xml:space="preserve">. Lorem ipsum dolor sit </w:t>
      </w:r>
      <w:proofErr w:type="spellStart"/>
      <w:r w:rsidR="00C70409" w:rsidRPr="00C70409">
        <w:rPr>
          <w:lang w:val="en-US"/>
        </w:rPr>
        <w:t>amet</w:t>
      </w:r>
      <w:proofErr w:type="spellEnd"/>
      <w:r w:rsidR="00C70409" w:rsidRPr="00C70409">
        <w:rPr>
          <w:lang w:val="en-US"/>
        </w:rPr>
        <w:t xml:space="preserve">, </w:t>
      </w:r>
      <w:proofErr w:type="spellStart"/>
      <w:r w:rsidR="00C70409" w:rsidRPr="00C70409">
        <w:rPr>
          <w:lang w:val="en-US"/>
        </w:rPr>
        <w:t>consetetur</w:t>
      </w:r>
      <w:proofErr w:type="spellEnd"/>
      <w:r w:rsidR="00C70409" w:rsidRPr="00C70409">
        <w:rPr>
          <w:lang w:val="en-US"/>
        </w:rPr>
        <w:t xml:space="preserve"> </w:t>
      </w:r>
      <w:proofErr w:type="spellStart"/>
      <w:r w:rsidR="00C70409" w:rsidRPr="00C70409">
        <w:rPr>
          <w:lang w:val="en-US"/>
        </w:rPr>
        <w:t>sadipscing</w:t>
      </w:r>
      <w:proofErr w:type="spellEnd"/>
      <w:r w:rsidR="00C70409" w:rsidRPr="00C70409">
        <w:rPr>
          <w:lang w:val="en-US"/>
        </w:rPr>
        <w:t xml:space="preserve"> </w:t>
      </w:r>
      <w:proofErr w:type="spellStart"/>
      <w:r w:rsidR="00C70409" w:rsidRPr="00C70409">
        <w:rPr>
          <w:lang w:val="en-US"/>
        </w:rPr>
        <w:t>elitr</w:t>
      </w:r>
      <w:proofErr w:type="spellEnd"/>
      <w:r w:rsidR="00C70409" w:rsidRPr="00C70409">
        <w:rPr>
          <w:lang w:val="en-US"/>
        </w:rPr>
        <w:t xml:space="preserve">, sed diam </w:t>
      </w:r>
      <w:proofErr w:type="spellStart"/>
      <w:r w:rsidR="00C70409" w:rsidRPr="00C70409">
        <w:rPr>
          <w:lang w:val="en-US"/>
        </w:rPr>
        <w:t>nonumy</w:t>
      </w:r>
      <w:proofErr w:type="spellEnd"/>
      <w:r w:rsidR="00C70409" w:rsidRPr="00C70409">
        <w:rPr>
          <w:lang w:val="en-US"/>
        </w:rPr>
        <w:t xml:space="preserve"> </w:t>
      </w:r>
      <w:proofErr w:type="spellStart"/>
      <w:r w:rsidR="00C70409" w:rsidRPr="00C70409">
        <w:rPr>
          <w:lang w:val="en-US"/>
        </w:rPr>
        <w:t>eirmod</w:t>
      </w:r>
      <w:proofErr w:type="spellEnd"/>
      <w:r w:rsidR="00C70409" w:rsidRPr="00C70409">
        <w:rPr>
          <w:lang w:val="en-US"/>
        </w:rPr>
        <w:t xml:space="preserve"> </w:t>
      </w:r>
      <w:proofErr w:type="spellStart"/>
      <w:r w:rsidR="00C70409" w:rsidRPr="00C70409">
        <w:rPr>
          <w:lang w:val="en-US"/>
        </w:rPr>
        <w:t>tempor</w:t>
      </w:r>
      <w:proofErr w:type="spellEnd"/>
      <w:r w:rsidR="00C70409" w:rsidRPr="00C70409">
        <w:rPr>
          <w:lang w:val="en-US"/>
        </w:rPr>
        <w:t xml:space="preserve"> </w:t>
      </w:r>
      <w:proofErr w:type="spellStart"/>
      <w:r w:rsidR="00C70409" w:rsidRPr="00C70409">
        <w:rPr>
          <w:lang w:val="en-US"/>
        </w:rPr>
        <w:t>invidunt</w:t>
      </w:r>
      <w:proofErr w:type="spellEnd"/>
      <w:r w:rsidR="00C70409" w:rsidRPr="00C70409">
        <w:rPr>
          <w:lang w:val="en-US"/>
        </w:rPr>
        <w:t xml:space="preserve"> </w:t>
      </w:r>
      <w:proofErr w:type="spellStart"/>
      <w:r w:rsidR="00C70409" w:rsidRPr="00C70409">
        <w:rPr>
          <w:lang w:val="en-US"/>
        </w:rPr>
        <w:t>ut</w:t>
      </w:r>
      <w:proofErr w:type="spellEnd"/>
      <w:r w:rsidR="00C70409" w:rsidRPr="00C70409">
        <w:rPr>
          <w:lang w:val="en-US"/>
        </w:rPr>
        <w:t xml:space="preserve"> </w:t>
      </w:r>
      <w:proofErr w:type="spellStart"/>
      <w:r w:rsidR="00C70409" w:rsidRPr="00C70409">
        <w:rPr>
          <w:lang w:val="en-US"/>
        </w:rPr>
        <w:t>labore</w:t>
      </w:r>
      <w:proofErr w:type="spellEnd"/>
      <w:r w:rsidR="00C70409" w:rsidRPr="00C70409">
        <w:rPr>
          <w:lang w:val="en-US"/>
        </w:rPr>
        <w:t xml:space="preserve"> et dolore magna </w:t>
      </w:r>
      <w:proofErr w:type="spellStart"/>
      <w:r w:rsidR="00C70409" w:rsidRPr="00C70409">
        <w:rPr>
          <w:lang w:val="en-US"/>
        </w:rPr>
        <w:t>aliquyam</w:t>
      </w:r>
      <w:proofErr w:type="spellEnd"/>
      <w:r w:rsidR="00C70409" w:rsidRPr="00C70409">
        <w:rPr>
          <w:lang w:val="en-US"/>
        </w:rPr>
        <w:t xml:space="preserve"> </w:t>
      </w:r>
      <w:proofErr w:type="spellStart"/>
      <w:r w:rsidR="00C70409" w:rsidRPr="00C70409">
        <w:rPr>
          <w:lang w:val="en-US"/>
        </w:rPr>
        <w:t>erat</w:t>
      </w:r>
      <w:proofErr w:type="spellEnd"/>
      <w:r w:rsidR="00C70409" w:rsidRPr="00C70409">
        <w:rPr>
          <w:lang w:val="en-US"/>
        </w:rPr>
        <w:t xml:space="preserve">, sed diam </w:t>
      </w:r>
      <w:proofErr w:type="spellStart"/>
      <w:r w:rsidR="00C70409" w:rsidRPr="00C70409">
        <w:rPr>
          <w:lang w:val="en-US"/>
        </w:rPr>
        <w:t>voluptua</w:t>
      </w:r>
      <w:proofErr w:type="spellEnd"/>
      <w:r w:rsidR="00C70409" w:rsidRPr="00C70409">
        <w:rPr>
          <w:lang w:val="en-US"/>
        </w:rPr>
        <w:t xml:space="preserve">. At </w:t>
      </w:r>
      <w:proofErr w:type="spellStart"/>
      <w:r w:rsidR="00C70409" w:rsidRPr="00C70409">
        <w:rPr>
          <w:lang w:val="en-US"/>
        </w:rPr>
        <w:t>vero</w:t>
      </w:r>
      <w:proofErr w:type="spellEnd"/>
      <w:r w:rsidR="00C70409" w:rsidRPr="00C70409">
        <w:rPr>
          <w:lang w:val="en-US"/>
        </w:rPr>
        <w:t xml:space="preserve"> </w:t>
      </w:r>
      <w:proofErr w:type="spellStart"/>
      <w:r w:rsidR="00C70409" w:rsidRPr="00C70409">
        <w:rPr>
          <w:lang w:val="en-US"/>
        </w:rPr>
        <w:t>eos</w:t>
      </w:r>
      <w:proofErr w:type="spellEnd"/>
      <w:r w:rsidR="00C70409" w:rsidRPr="00C70409">
        <w:rPr>
          <w:lang w:val="en-US"/>
        </w:rPr>
        <w:t xml:space="preserve"> et </w:t>
      </w:r>
      <w:proofErr w:type="spellStart"/>
      <w:r w:rsidR="00C70409" w:rsidRPr="00C70409">
        <w:rPr>
          <w:lang w:val="en-US"/>
        </w:rPr>
        <w:t>accusam</w:t>
      </w:r>
      <w:proofErr w:type="spellEnd"/>
      <w:r w:rsidR="00C70409" w:rsidRPr="00C70409">
        <w:rPr>
          <w:lang w:val="en-US"/>
        </w:rPr>
        <w:t xml:space="preserve"> et </w:t>
      </w:r>
      <w:proofErr w:type="spellStart"/>
      <w:r w:rsidR="00C70409" w:rsidRPr="00C70409">
        <w:rPr>
          <w:lang w:val="en-US"/>
        </w:rPr>
        <w:t>justo</w:t>
      </w:r>
      <w:proofErr w:type="spellEnd"/>
      <w:r w:rsidR="00C70409" w:rsidRPr="00C70409">
        <w:rPr>
          <w:lang w:val="en-US"/>
        </w:rPr>
        <w:t xml:space="preserve"> duo </w:t>
      </w:r>
      <w:proofErr w:type="spellStart"/>
      <w:r w:rsidR="00C70409" w:rsidRPr="00C70409">
        <w:rPr>
          <w:lang w:val="en-US"/>
        </w:rPr>
        <w:t>dolores</w:t>
      </w:r>
      <w:proofErr w:type="spellEnd"/>
      <w:r w:rsidR="00C70409" w:rsidRPr="00C70409">
        <w:rPr>
          <w:lang w:val="en-US"/>
        </w:rPr>
        <w:t xml:space="preserve"> et </w:t>
      </w:r>
      <w:proofErr w:type="spellStart"/>
      <w:r w:rsidR="00C70409" w:rsidRPr="00C70409">
        <w:rPr>
          <w:lang w:val="en-US"/>
        </w:rPr>
        <w:t>ea</w:t>
      </w:r>
      <w:proofErr w:type="spellEnd"/>
      <w:r w:rsidR="00C70409" w:rsidRPr="00C70409">
        <w:rPr>
          <w:lang w:val="en-US"/>
        </w:rPr>
        <w:t xml:space="preserve"> </w:t>
      </w:r>
      <w:proofErr w:type="spellStart"/>
      <w:r w:rsidR="00C70409" w:rsidRPr="00C70409">
        <w:rPr>
          <w:lang w:val="en-US"/>
        </w:rPr>
        <w:t>rebum</w:t>
      </w:r>
      <w:proofErr w:type="spellEnd"/>
      <w:r w:rsidR="00C70409" w:rsidRPr="00C70409">
        <w:rPr>
          <w:lang w:val="en-US"/>
        </w:rPr>
        <w:t xml:space="preserve">. Stet </w:t>
      </w:r>
      <w:proofErr w:type="spellStart"/>
      <w:r w:rsidR="00C70409" w:rsidRPr="00C70409">
        <w:rPr>
          <w:lang w:val="en-US"/>
        </w:rPr>
        <w:t>clita</w:t>
      </w:r>
      <w:proofErr w:type="spellEnd"/>
      <w:r w:rsidR="00C70409" w:rsidRPr="00C70409">
        <w:rPr>
          <w:lang w:val="en-US"/>
        </w:rPr>
        <w:t xml:space="preserve"> </w:t>
      </w:r>
      <w:proofErr w:type="spellStart"/>
      <w:r w:rsidR="00C70409" w:rsidRPr="00C70409">
        <w:rPr>
          <w:lang w:val="en-US"/>
        </w:rPr>
        <w:t>kasd</w:t>
      </w:r>
      <w:proofErr w:type="spellEnd"/>
      <w:r w:rsidR="00C70409" w:rsidRPr="00C70409">
        <w:rPr>
          <w:lang w:val="en-US"/>
        </w:rPr>
        <w:t xml:space="preserve"> </w:t>
      </w:r>
      <w:proofErr w:type="spellStart"/>
      <w:r w:rsidR="00C70409" w:rsidRPr="00C70409">
        <w:rPr>
          <w:lang w:val="en-US"/>
        </w:rPr>
        <w:t>gubergren</w:t>
      </w:r>
      <w:proofErr w:type="spellEnd"/>
      <w:r w:rsidR="00C70409" w:rsidRPr="00C70409">
        <w:rPr>
          <w:lang w:val="en-US"/>
        </w:rPr>
        <w:t xml:space="preserve">, no sea </w:t>
      </w:r>
      <w:proofErr w:type="spellStart"/>
      <w:r w:rsidR="00C70409" w:rsidRPr="00C70409">
        <w:rPr>
          <w:lang w:val="en-US"/>
        </w:rPr>
        <w:t>takimata</w:t>
      </w:r>
      <w:proofErr w:type="spellEnd"/>
      <w:r w:rsidR="00C70409" w:rsidRPr="00C70409">
        <w:rPr>
          <w:lang w:val="en-US"/>
        </w:rPr>
        <w:t xml:space="preserve"> </w:t>
      </w:r>
      <w:proofErr w:type="spellStart"/>
      <w:r w:rsidR="00C70409" w:rsidRPr="00C70409">
        <w:rPr>
          <w:lang w:val="en-US"/>
        </w:rPr>
        <w:t>sanctus</w:t>
      </w:r>
      <w:proofErr w:type="spellEnd"/>
      <w:r w:rsidR="00C70409" w:rsidRPr="00C70409">
        <w:rPr>
          <w:lang w:val="en-US"/>
        </w:rPr>
        <w:t xml:space="preserve"> </w:t>
      </w:r>
      <w:proofErr w:type="spellStart"/>
      <w:r w:rsidR="00C70409" w:rsidRPr="00C70409">
        <w:rPr>
          <w:lang w:val="en-US"/>
        </w:rPr>
        <w:t>est</w:t>
      </w:r>
      <w:proofErr w:type="spellEnd"/>
      <w:r w:rsidR="00C70409" w:rsidRPr="00C70409">
        <w:rPr>
          <w:lang w:val="en-US"/>
        </w:rPr>
        <w:t xml:space="preserve"> Lorem ipsum dolor sit </w:t>
      </w:r>
      <w:proofErr w:type="spellStart"/>
      <w:r w:rsidR="00C70409" w:rsidRPr="00C70409">
        <w:rPr>
          <w:lang w:val="en-US"/>
        </w:rPr>
        <w:t>amet</w:t>
      </w:r>
      <w:proofErr w:type="spellEnd"/>
      <w:r w:rsidR="00C70409" w:rsidRPr="00C70409">
        <w:rPr>
          <w:lang w:val="en-US"/>
        </w:rPr>
        <w:t>.</w:t>
      </w:r>
    </w:p>
    <w:p w14:paraId="5CC32D41" w14:textId="77777777" w:rsidR="0023471C" w:rsidRPr="006D6585" w:rsidRDefault="006D6585" w:rsidP="006D6585">
      <w:pPr>
        <w:pStyle w:val="FigureTablecentered"/>
      </w:pPr>
      <w:r>
        <w:t>Table </w:t>
      </w:r>
      <w:r w:rsidRPr="007063F1">
        <w:t xml:space="preserve">1: </w:t>
      </w:r>
      <w:r>
        <w:t>Description</w:t>
      </w:r>
      <w:r w:rsidRPr="007063F1">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1890"/>
        <w:gridCol w:w="1890"/>
      </w:tblGrid>
      <w:tr w:rsidR="0023471C" w:rsidRPr="00566F58" w14:paraId="3EC96F15" w14:textId="77777777" w:rsidTr="00566F58">
        <w:tc>
          <w:tcPr>
            <w:tcW w:w="1890" w:type="dxa"/>
          </w:tcPr>
          <w:p w14:paraId="46ABF0E7" w14:textId="77777777" w:rsidR="0023471C" w:rsidRPr="00566F58" w:rsidRDefault="0023471C" w:rsidP="00BA1B67">
            <w:pPr>
              <w:rPr>
                <w:lang w:val="en-US"/>
              </w:rPr>
            </w:pPr>
            <w:r w:rsidRPr="00566F58">
              <w:rPr>
                <w:lang w:val="en-US"/>
              </w:rPr>
              <w:t>Column 1</w:t>
            </w:r>
          </w:p>
        </w:tc>
        <w:tc>
          <w:tcPr>
            <w:tcW w:w="1890" w:type="dxa"/>
          </w:tcPr>
          <w:p w14:paraId="4D45A309" w14:textId="77777777" w:rsidR="0023471C" w:rsidRPr="00566F58" w:rsidRDefault="0023471C" w:rsidP="00BA1B67">
            <w:pPr>
              <w:rPr>
                <w:lang w:val="en-US"/>
              </w:rPr>
            </w:pPr>
            <w:r w:rsidRPr="00566F58">
              <w:rPr>
                <w:lang w:val="en-US"/>
              </w:rPr>
              <w:t>Column</w:t>
            </w:r>
            <w:r w:rsidR="001D1B7B">
              <w:rPr>
                <w:lang w:val="en-US"/>
              </w:rPr>
              <w:t xml:space="preserve"> </w:t>
            </w:r>
            <w:r w:rsidRPr="00566F58">
              <w:rPr>
                <w:lang w:val="en-US"/>
              </w:rPr>
              <w:t>2</w:t>
            </w:r>
          </w:p>
        </w:tc>
        <w:tc>
          <w:tcPr>
            <w:tcW w:w="1890" w:type="dxa"/>
          </w:tcPr>
          <w:p w14:paraId="038C774D" w14:textId="77777777" w:rsidR="0023471C" w:rsidRPr="00566F58" w:rsidRDefault="0023471C" w:rsidP="00BA1B67">
            <w:pPr>
              <w:rPr>
                <w:lang w:val="en-US"/>
              </w:rPr>
            </w:pPr>
            <w:r w:rsidRPr="00566F58">
              <w:rPr>
                <w:lang w:val="en-US"/>
              </w:rPr>
              <w:t>Column 3</w:t>
            </w:r>
          </w:p>
        </w:tc>
      </w:tr>
      <w:tr w:rsidR="0023471C" w:rsidRPr="00566F58" w14:paraId="459CC076" w14:textId="77777777" w:rsidTr="00566F58">
        <w:tc>
          <w:tcPr>
            <w:tcW w:w="1890" w:type="dxa"/>
          </w:tcPr>
          <w:p w14:paraId="50B7559D" w14:textId="77777777" w:rsidR="0023471C" w:rsidRPr="00566F58" w:rsidRDefault="003C798D" w:rsidP="00BA1B67">
            <w:pPr>
              <w:rPr>
                <w:lang w:val="en-US"/>
              </w:rPr>
            </w:pPr>
            <w:r w:rsidRPr="00566F58">
              <w:rPr>
                <w:lang w:val="en-US"/>
              </w:rPr>
              <w:t>1</w:t>
            </w:r>
          </w:p>
        </w:tc>
        <w:tc>
          <w:tcPr>
            <w:tcW w:w="1890" w:type="dxa"/>
          </w:tcPr>
          <w:p w14:paraId="245C51D6" w14:textId="77777777" w:rsidR="0023471C" w:rsidRPr="00566F58" w:rsidRDefault="003C798D" w:rsidP="00BA1B67">
            <w:pPr>
              <w:rPr>
                <w:lang w:val="en-US"/>
              </w:rPr>
            </w:pPr>
            <w:r w:rsidRPr="00566F58">
              <w:rPr>
                <w:lang w:val="en-US"/>
              </w:rPr>
              <w:t>3</w:t>
            </w:r>
          </w:p>
        </w:tc>
        <w:tc>
          <w:tcPr>
            <w:tcW w:w="1890" w:type="dxa"/>
          </w:tcPr>
          <w:p w14:paraId="04BC4481" w14:textId="77777777" w:rsidR="0023471C" w:rsidRPr="00566F58" w:rsidRDefault="003C798D" w:rsidP="00BA1B67">
            <w:pPr>
              <w:rPr>
                <w:lang w:val="en-US"/>
              </w:rPr>
            </w:pPr>
            <w:r w:rsidRPr="00566F58">
              <w:rPr>
                <w:lang w:val="en-US"/>
              </w:rPr>
              <w:t>5</w:t>
            </w:r>
          </w:p>
        </w:tc>
      </w:tr>
      <w:tr w:rsidR="0023471C" w:rsidRPr="00566F58" w14:paraId="4FFF5805" w14:textId="77777777" w:rsidTr="00566F58">
        <w:tc>
          <w:tcPr>
            <w:tcW w:w="1890" w:type="dxa"/>
          </w:tcPr>
          <w:p w14:paraId="2990402B" w14:textId="77777777" w:rsidR="0023471C" w:rsidRPr="00566F58" w:rsidRDefault="003C798D" w:rsidP="00BA1B67">
            <w:pPr>
              <w:rPr>
                <w:lang w:val="en-US"/>
              </w:rPr>
            </w:pPr>
            <w:r w:rsidRPr="00566F58">
              <w:rPr>
                <w:lang w:val="en-US"/>
              </w:rPr>
              <w:t>2</w:t>
            </w:r>
          </w:p>
        </w:tc>
        <w:tc>
          <w:tcPr>
            <w:tcW w:w="1890" w:type="dxa"/>
          </w:tcPr>
          <w:p w14:paraId="1DFA682C" w14:textId="77777777" w:rsidR="0023471C" w:rsidRPr="00566F58" w:rsidRDefault="003C798D" w:rsidP="00BA1B67">
            <w:pPr>
              <w:rPr>
                <w:lang w:val="en-US"/>
              </w:rPr>
            </w:pPr>
            <w:r w:rsidRPr="00566F58">
              <w:rPr>
                <w:lang w:val="en-US"/>
              </w:rPr>
              <w:t>4</w:t>
            </w:r>
          </w:p>
        </w:tc>
        <w:tc>
          <w:tcPr>
            <w:tcW w:w="1890" w:type="dxa"/>
          </w:tcPr>
          <w:p w14:paraId="2A7B1C74" w14:textId="77777777" w:rsidR="0023471C" w:rsidRPr="00566F58" w:rsidRDefault="003C798D" w:rsidP="00BA1B67">
            <w:pPr>
              <w:rPr>
                <w:lang w:val="en-US"/>
              </w:rPr>
            </w:pPr>
            <w:r w:rsidRPr="00566F58">
              <w:rPr>
                <w:lang w:val="en-US"/>
              </w:rPr>
              <w:t>6</w:t>
            </w:r>
          </w:p>
        </w:tc>
      </w:tr>
    </w:tbl>
    <w:p w14:paraId="6FD0653C" w14:textId="77777777" w:rsidR="009D73F0" w:rsidRDefault="009D73F0" w:rsidP="00AA0D24">
      <w:pPr>
        <w:pStyle w:val="ReferencesAcknowledgementsHeading"/>
      </w:pPr>
      <w:r w:rsidRPr="009D73F0">
        <w:t>Acknowledgements</w:t>
      </w:r>
    </w:p>
    <w:p w14:paraId="28C8A051" w14:textId="7E1E1C4B" w:rsidR="009D73F0" w:rsidRPr="00793AE0" w:rsidRDefault="00C70409" w:rsidP="009D73F0">
      <w:r w:rsidRPr="00C70409">
        <w:t xml:space="preserve">Lorem ipsum </w:t>
      </w:r>
      <w:proofErr w:type="spellStart"/>
      <w:r w:rsidRPr="00C70409">
        <w:t>dolor</w:t>
      </w:r>
      <w:proofErr w:type="spellEnd"/>
      <w:r w:rsidRPr="00C70409">
        <w:t xml:space="preserve"> sit </w:t>
      </w:r>
      <w:proofErr w:type="spellStart"/>
      <w:r w:rsidRPr="00C70409">
        <w:t>amet</w:t>
      </w:r>
      <w:proofErr w:type="spellEnd"/>
      <w:r w:rsidRPr="00C70409">
        <w:t xml:space="preserve">, </w:t>
      </w:r>
      <w:proofErr w:type="spellStart"/>
      <w:r w:rsidRPr="00C70409">
        <w:t>consetetur</w:t>
      </w:r>
      <w:proofErr w:type="spellEnd"/>
      <w:r w:rsidRPr="00C70409">
        <w:t xml:space="preserve"> </w:t>
      </w:r>
      <w:proofErr w:type="spellStart"/>
      <w:r w:rsidRPr="00C70409">
        <w:t>sadipscing</w:t>
      </w:r>
      <w:proofErr w:type="spellEnd"/>
      <w:r w:rsidRPr="00C70409">
        <w:t xml:space="preserve"> </w:t>
      </w:r>
      <w:proofErr w:type="spellStart"/>
      <w:r w:rsidRPr="00C70409">
        <w:t>elitr</w:t>
      </w:r>
      <w:proofErr w:type="spellEnd"/>
      <w:r w:rsidRPr="00C70409">
        <w:t xml:space="preserve">, </w:t>
      </w:r>
      <w:proofErr w:type="spellStart"/>
      <w:r w:rsidRPr="00C70409">
        <w:t>sed</w:t>
      </w:r>
      <w:proofErr w:type="spellEnd"/>
      <w:r w:rsidRPr="00C70409">
        <w:t xml:space="preserve"> </w:t>
      </w:r>
      <w:proofErr w:type="spellStart"/>
      <w:r w:rsidRPr="00C70409">
        <w:t>diam</w:t>
      </w:r>
      <w:proofErr w:type="spellEnd"/>
      <w:r w:rsidRPr="00C70409">
        <w:t xml:space="preserve"> </w:t>
      </w:r>
      <w:proofErr w:type="spellStart"/>
      <w:r w:rsidRPr="00C70409">
        <w:t>nonumy</w:t>
      </w:r>
      <w:proofErr w:type="spellEnd"/>
      <w:r w:rsidRPr="00C70409">
        <w:t xml:space="preserve"> </w:t>
      </w:r>
      <w:proofErr w:type="spellStart"/>
      <w:r w:rsidRPr="00C70409">
        <w:t>eirmod</w:t>
      </w:r>
      <w:proofErr w:type="spellEnd"/>
      <w:r w:rsidRPr="00C70409">
        <w:t xml:space="preserve"> </w:t>
      </w:r>
      <w:proofErr w:type="spellStart"/>
      <w:r w:rsidRPr="00C70409">
        <w:t>tempor</w:t>
      </w:r>
      <w:proofErr w:type="spellEnd"/>
      <w:r w:rsidRPr="00C70409">
        <w:t xml:space="preserve"> </w:t>
      </w:r>
      <w:proofErr w:type="spellStart"/>
      <w:r w:rsidRPr="00C70409">
        <w:t>invidunt</w:t>
      </w:r>
      <w:proofErr w:type="spellEnd"/>
      <w:r w:rsidRPr="00C70409">
        <w:t xml:space="preserve"> </w:t>
      </w:r>
      <w:proofErr w:type="spellStart"/>
      <w:r w:rsidRPr="00C70409">
        <w:t>ut</w:t>
      </w:r>
      <w:proofErr w:type="spellEnd"/>
      <w:r w:rsidRPr="00C70409">
        <w:t xml:space="preserve"> </w:t>
      </w:r>
      <w:proofErr w:type="spellStart"/>
      <w:r w:rsidRPr="00C70409">
        <w:t>labore</w:t>
      </w:r>
      <w:proofErr w:type="spellEnd"/>
      <w:r w:rsidRPr="00C70409">
        <w:t xml:space="preserve"> et dolore magna </w:t>
      </w:r>
      <w:proofErr w:type="spellStart"/>
      <w:r w:rsidRPr="00C70409">
        <w:t>aliquyam</w:t>
      </w:r>
      <w:proofErr w:type="spellEnd"/>
      <w:r w:rsidRPr="00C70409">
        <w:t xml:space="preserve"> </w:t>
      </w:r>
      <w:proofErr w:type="spellStart"/>
      <w:r w:rsidRPr="00C70409">
        <w:t>erat</w:t>
      </w:r>
      <w:proofErr w:type="spellEnd"/>
      <w:r w:rsidRPr="00C70409">
        <w:t xml:space="preserve">, </w:t>
      </w:r>
      <w:proofErr w:type="spellStart"/>
      <w:r w:rsidRPr="00C70409">
        <w:t>sed</w:t>
      </w:r>
      <w:proofErr w:type="spellEnd"/>
      <w:r w:rsidRPr="00C70409">
        <w:t xml:space="preserve"> </w:t>
      </w:r>
      <w:proofErr w:type="spellStart"/>
      <w:r w:rsidRPr="00C70409">
        <w:t>diam</w:t>
      </w:r>
      <w:proofErr w:type="spellEnd"/>
      <w:r w:rsidRPr="00C70409">
        <w:t xml:space="preserve"> </w:t>
      </w:r>
      <w:proofErr w:type="spellStart"/>
      <w:r w:rsidRPr="00C70409">
        <w:t>voluptua</w:t>
      </w:r>
      <w:proofErr w:type="spellEnd"/>
      <w:r w:rsidR="00250350">
        <w:t xml:space="preserve"> </w:t>
      </w:r>
      <w:r w:rsidR="00250350" w:rsidRPr="00250350">
        <w:t>(</w:t>
      </w:r>
      <w:r w:rsidR="008C1D5E" w:rsidRPr="008C1D5E">
        <w:t>Eva</w:t>
      </w:r>
      <w:r w:rsidR="008C1D5E">
        <w:t>,</w:t>
      </w:r>
      <w:r w:rsidR="008C1D5E" w:rsidRPr="008C1D5E">
        <w:t xml:space="preserve"> Thomas</w:t>
      </w:r>
      <w:r w:rsidR="00FC04BB">
        <w:t xml:space="preserve"> K, </w:t>
      </w:r>
      <w:r w:rsidR="00FC04BB" w:rsidRPr="00FC04BB">
        <w:t>Thomas</w:t>
      </w:r>
      <w:r w:rsidR="00FC04BB">
        <w:t xml:space="preserve"> L,</w:t>
      </w:r>
      <w:r w:rsidR="008C1D5E">
        <w:t xml:space="preserve"> </w:t>
      </w:r>
      <w:r w:rsidR="00250350" w:rsidRPr="00250350">
        <w:t xml:space="preserve">Torsten, </w:t>
      </w:r>
      <w:r w:rsidR="00D93AF8">
        <w:t>Stefan,</w:t>
      </w:r>
      <w:r w:rsidR="00250350" w:rsidRPr="00250350">
        <w:t xml:space="preserve"> </w:t>
      </w:r>
      <w:r w:rsidR="00D93AF8">
        <w:t>Vanessa</w:t>
      </w:r>
      <w:r w:rsidR="00250350" w:rsidRPr="00250350">
        <w:t>)</w:t>
      </w:r>
      <w:r w:rsidRPr="00C70409">
        <w:t>.</w:t>
      </w:r>
    </w:p>
    <w:p w14:paraId="33BAFE19" w14:textId="77777777" w:rsidR="00AA0D24" w:rsidRPr="0075155D" w:rsidRDefault="00AA0D24" w:rsidP="00AA0D24">
      <w:pPr>
        <w:pStyle w:val="ReferencesAcknowledgementsHeading"/>
        <w:rPr>
          <w:lang w:val="en-US"/>
        </w:rPr>
      </w:pPr>
      <w:r w:rsidRPr="0075155D">
        <w:rPr>
          <w:lang w:val="en-US"/>
        </w:rPr>
        <w:t>Referen</w:t>
      </w:r>
      <w:r w:rsidR="002E2FB2" w:rsidRPr="0075155D">
        <w:rPr>
          <w:lang w:val="en-US"/>
        </w:rPr>
        <w:t>c</w:t>
      </w:r>
      <w:r w:rsidRPr="0075155D">
        <w:rPr>
          <w:lang w:val="en-US"/>
        </w:rPr>
        <w:t>e</w:t>
      </w:r>
      <w:r w:rsidR="002E2FB2" w:rsidRPr="0075155D">
        <w:rPr>
          <w:lang w:val="en-US"/>
        </w:rPr>
        <w:t>s</w:t>
      </w:r>
    </w:p>
    <w:p w14:paraId="27B2C12D" w14:textId="77777777" w:rsidR="00DF1A94" w:rsidRPr="00DF1A94" w:rsidRDefault="00DF1A94" w:rsidP="00DF1A94">
      <w:pPr>
        <w:pStyle w:val="ReferencesAcknowledgements"/>
        <w:rPr>
          <w:lang w:val="en-US"/>
        </w:rPr>
      </w:pPr>
      <w:r w:rsidRPr="00DF1A94">
        <w:rPr>
          <w:lang w:val="en-US"/>
        </w:rPr>
        <w:t>[1]</w:t>
      </w:r>
      <w:r w:rsidRPr="00DF1A94">
        <w:rPr>
          <w:lang w:val="en-US"/>
        </w:rPr>
        <w:tab/>
        <w:t xml:space="preserve">Format for Journal Reference: Authors, Article title, Journal, Volume (year) page numbers. Example: J. van der Geer, J.A.J. </w:t>
      </w:r>
      <w:proofErr w:type="spellStart"/>
      <w:r w:rsidRPr="00DF1A94">
        <w:rPr>
          <w:lang w:val="en-US"/>
        </w:rPr>
        <w:t>Hanraads</w:t>
      </w:r>
      <w:proofErr w:type="spellEnd"/>
      <w:r w:rsidRPr="00DF1A94">
        <w:rPr>
          <w:lang w:val="en-US"/>
        </w:rPr>
        <w:t xml:space="preserve">, R.A. Lupton, The art of writing a scientific article, J. Sci. </w:t>
      </w:r>
      <w:proofErr w:type="spellStart"/>
      <w:r w:rsidRPr="00DF1A94">
        <w:rPr>
          <w:lang w:val="en-US"/>
        </w:rPr>
        <w:t>Commun</w:t>
      </w:r>
      <w:proofErr w:type="spellEnd"/>
      <w:r w:rsidRPr="00DF1A94">
        <w:rPr>
          <w:lang w:val="en-US"/>
        </w:rPr>
        <w:t xml:space="preserve">. 163 (2010) 51–59. </w:t>
      </w:r>
    </w:p>
    <w:p w14:paraId="0FA9A8C0" w14:textId="77777777" w:rsidR="00DF1A94" w:rsidRPr="00DF1A94" w:rsidRDefault="00DF1A94" w:rsidP="00DF1A94">
      <w:pPr>
        <w:pStyle w:val="ReferencesAcknowledgements"/>
        <w:rPr>
          <w:lang w:val="en-US"/>
        </w:rPr>
      </w:pPr>
      <w:r w:rsidRPr="00DF1A94">
        <w:rPr>
          <w:lang w:val="en-US"/>
        </w:rPr>
        <w:t>[2]</w:t>
      </w:r>
      <w:r>
        <w:rPr>
          <w:lang w:val="en-US"/>
        </w:rPr>
        <w:tab/>
      </w:r>
      <w:r w:rsidRPr="00DF1A94">
        <w:rPr>
          <w:lang w:val="en-US"/>
        </w:rPr>
        <w:t xml:space="preserve">Format for books: Authors, book title, edition, Publisher, place, year. Example: W. Strunk Jr., E.B. White, The Elements of Style, fourth ed., Longman, New York, 2000. </w:t>
      </w:r>
    </w:p>
    <w:p w14:paraId="7ABB9993" w14:textId="77777777" w:rsidR="00DF1A94" w:rsidRPr="00DF1A94" w:rsidRDefault="00DF1A94" w:rsidP="00DF1A94">
      <w:pPr>
        <w:pStyle w:val="ReferencesAcknowledgements"/>
        <w:rPr>
          <w:lang w:val="en-US"/>
        </w:rPr>
      </w:pPr>
      <w:r w:rsidRPr="00DF1A94">
        <w:rPr>
          <w:lang w:val="en-US"/>
        </w:rPr>
        <w:t>[3]</w:t>
      </w:r>
      <w:r w:rsidRPr="00DF1A94">
        <w:rPr>
          <w:lang w:val="en-US"/>
        </w:rPr>
        <w:tab/>
        <w:t>Format for the reference to a chapter in an edited book: Authors, chapter title, editors, book title, publisher, place, year, page numbers. Example: G.R. Mettam, L.B. Adams, How to prepare an electronic version of your article, in: B.S. Jones, R.Z. Smith (Eds.), Introduction to the Electronic Age, E-Publishing Inc., New York, 2009, pp. 281–304.</w:t>
      </w:r>
    </w:p>
    <w:p w14:paraId="09FF95B7" w14:textId="0FFA6A59" w:rsidR="001D1B7B" w:rsidRPr="00276CEA" w:rsidRDefault="00DF1A94" w:rsidP="00DF1A94">
      <w:pPr>
        <w:pStyle w:val="ReferencesAcknowledgements"/>
        <w:rPr>
          <w:lang w:val="en-US"/>
        </w:rPr>
      </w:pPr>
      <w:r w:rsidRPr="00DF1A94">
        <w:rPr>
          <w:lang w:val="en-US"/>
        </w:rPr>
        <w:t>[4]</w:t>
      </w:r>
      <w:r w:rsidRPr="00DF1A94">
        <w:rPr>
          <w:lang w:val="en-US"/>
        </w:rPr>
        <w:tab/>
        <w:t xml:space="preserve">Format for websites: Organization, topic title, URL, year (date of access). Example: Cancer Research UK, Cancer statistics reports for the UK. </w:t>
      </w:r>
      <w:hyperlink r:id="rId10" w:history="1">
        <w:r w:rsidR="00243126" w:rsidRPr="00C62084">
          <w:rPr>
            <w:rStyle w:val="Hyperlink"/>
            <w:lang w:val="en-US"/>
          </w:rPr>
          <w:t>http://www.cancerresearchuk.org/aboutcancer/statistics/cancerstatsreport/</w:t>
        </w:r>
      </w:hyperlink>
      <w:r w:rsidRPr="00243126">
        <w:rPr>
          <w:lang w:val="en-US"/>
        </w:rPr>
        <w:t>,</w:t>
      </w:r>
      <w:r w:rsidRPr="00DF1A94">
        <w:rPr>
          <w:lang w:val="en-US"/>
        </w:rPr>
        <w:t xml:space="preserve"> 2003 (accessed 13 March 2003).</w:t>
      </w:r>
    </w:p>
    <w:sectPr w:rsidR="001D1B7B" w:rsidRPr="00276CEA" w:rsidSect="0080400D">
      <w:headerReference w:type="default" r:id="rId11"/>
      <w:footerReference w:type="default" r:id="rId12"/>
      <w:type w:val="continuous"/>
      <w:pgSz w:w="11907" w:h="16840" w:code="9"/>
      <w:pgMar w:top="1400" w:right="851" w:bottom="1457" w:left="851" w:header="703" w:footer="782" w:gutter="0"/>
      <w:cols w:space="284"/>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FC004" w14:textId="77777777" w:rsidR="00E03D60" w:rsidRDefault="00E03D60">
      <w:r>
        <w:separator/>
      </w:r>
    </w:p>
    <w:p w14:paraId="4B9622CF" w14:textId="77777777" w:rsidR="00E03D60" w:rsidRDefault="00E03D60"/>
    <w:p w14:paraId="59C2325E" w14:textId="77777777" w:rsidR="00E03D60" w:rsidRDefault="00E03D60"/>
  </w:endnote>
  <w:endnote w:type="continuationSeparator" w:id="0">
    <w:p w14:paraId="1D6AE775" w14:textId="77777777" w:rsidR="00E03D60" w:rsidRDefault="00E03D60">
      <w:r>
        <w:continuationSeparator/>
      </w:r>
    </w:p>
    <w:p w14:paraId="293E46C0" w14:textId="77777777" w:rsidR="00E03D60" w:rsidRDefault="00E03D60"/>
    <w:p w14:paraId="552D0605" w14:textId="77777777" w:rsidR="00E03D60" w:rsidRDefault="00E03D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altName w:val="Sylfaen"/>
    <w:panose1 w:val="00000500000000020000"/>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B5527" w14:textId="380DF8CB" w:rsidR="008A7D0C" w:rsidRDefault="00C70409" w:rsidP="005B6422">
    <w:pPr>
      <w:pStyle w:val="Footer"/>
      <w:pBdr>
        <w:top w:val="single" w:sz="4" w:space="0" w:color="auto"/>
      </w:pBdr>
      <w:tabs>
        <w:tab w:val="clear" w:pos="4536"/>
        <w:tab w:val="clear" w:pos="9072"/>
        <w:tab w:val="center" w:pos="5102"/>
        <w:tab w:val="right" w:pos="10205"/>
      </w:tabs>
      <w:jc w:val="center"/>
    </w:pPr>
    <w:r w:rsidRPr="00C70409">
      <w:rPr>
        <w:lang w:val="en-US"/>
      </w:rPr>
      <w:t>Copyright 202</w:t>
    </w:r>
    <w:r w:rsidR="00D73AD5">
      <w:rPr>
        <w:lang w:val="en-US"/>
      </w:rPr>
      <w:t>5</w:t>
    </w:r>
    <w:r w:rsidRPr="00C70409">
      <w:rPr>
        <w:lang w:val="en-US"/>
      </w:rPr>
      <w:t xml:space="preserve"> - by the Authors. </w:t>
    </w:r>
    <w:r w:rsidR="00EA4255" w:rsidRPr="00EA4255">
      <w:rPr>
        <w:lang w:val="en-US"/>
      </w:rPr>
      <w:t>Licensed under a Creative Commons Attribution 4.0 International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7EE3D" w14:textId="77777777" w:rsidR="00E03D60" w:rsidRDefault="00E03D60">
      <w:r>
        <w:separator/>
      </w:r>
    </w:p>
    <w:p w14:paraId="7A9B8E98" w14:textId="77777777" w:rsidR="00E03D60" w:rsidRDefault="00E03D60"/>
    <w:p w14:paraId="3CBA67C3" w14:textId="77777777" w:rsidR="00E03D60" w:rsidRDefault="00E03D60"/>
  </w:footnote>
  <w:footnote w:type="continuationSeparator" w:id="0">
    <w:p w14:paraId="5CAC9774" w14:textId="77777777" w:rsidR="00E03D60" w:rsidRDefault="00E03D60">
      <w:r>
        <w:continuationSeparator/>
      </w:r>
    </w:p>
    <w:p w14:paraId="643B1494" w14:textId="77777777" w:rsidR="00E03D60" w:rsidRDefault="00E03D60"/>
    <w:p w14:paraId="499170FE" w14:textId="77777777" w:rsidR="00E03D60" w:rsidRDefault="00E03D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9CA8B" w14:textId="6048AE74" w:rsidR="00617714" w:rsidRDefault="005B1E96" w:rsidP="00EA6D17">
    <w:pPr>
      <w:pStyle w:val="Header"/>
      <w:pBdr>
        <w:bottom w:val="single" w:sz="6" w:space="1" w:color="auto"/>
      </w:pBdr>
      <w:tabs>
        <w:tab w:val="clear" w:pos="4536"/>
        <w:tab w:val="clear" w:pos="9072"/>
        <w:tab w:val="left" w:pos="3120"/>
      </w:tabs>
    </w:pPr>
    <w:r>
      <w:t>1</w:t>
    </w:r>
    <w:r w:rsidR="00560605">
      <w:t>4</w:t>
    </w:r>
    <w:r w:rsidR="00A66C7D" w:rsidRPr="00A66C7D">
      <w:t>th Conference on Industrial Computed Tomography</w:t>
    </w:r>
    <w:r w:rsidR="00A66C7D">
      <w:t xml:space="preserve">, </w:t>
    </w:r>
    <w:r w:rsidR="00560605">
      <w:t>Antwerp</w:t>
    </w:r>
    <w:r w:rsidR="00A66C7D">
      <w:t xml:space="preserve">, </w:t>
    </w:r>
    <w:r w:rsidR="00560605">
      <w:t>Belgium</w:t>
    </w:r>
    <w:r w:rsidR="00A66C7D">
      <w:t xml:space="preserve"> (</w:t>
    </w:r>
    <w:proofErr w:type="spellStart"/>
    <w:r w:rsidR="00A66C7D">
      <w:t>iCT</w:t>
    </w:r>
    <w:proofErr w:type="spellEnd"/>
    <w:r w:rsidR="00A66C7D">
      <w:t xml:space="preserve"> 20</w:t>
    </w:r>
    <w:r>
      <w:t>2</w:t>
    </w:r>
    <w:r w:rsidR="00560605">
      <w:t>5</w:t>
    </w:r>
    <w:r w:rsidR="00A66C7D">
      <w:t>)</w:t>
    </w:r>
    <w:r w:rsidR="005B6422">
      <w:t xml:space="preserve">, </w:t>
    </w:r>
    <w:r w:rsidR="00B67AC2" w:rsidRPr="00B67AC2">
      <w:t>www.</w:t>
    </w:r>
    <w:r w:rsidR="00D73AD5">
      <w:t>ICT</w:t>
    </w:r>
    <w:r w:rsidR="00B67AC2" w:rsidRPr="00B67AC2">
      <w:t>202</w:t>
    </w:r>
    <w:r w:rsidR="00560605">
      <w:t>5</w:t>
    </w:r>
    <w:r w:rsidR="00B67AC2" w:rsidRPr="00B67AC2">
      <w:t>.org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720A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7A0E8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3B877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53CC0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BD486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C063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9803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2685E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5448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EA75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1"/>
    <w:name w:val="WW8Num2"/>
    <w:lvl w:ilvl="0">
      <w:start w:val="3"/>
      <w:numFmt w:val="bullet"/>
      <w:lvlText w:val="-"/>
      <w:lvlJc w:val="left"/>
      <w:pPr>
        <w:tabs>
          <w:tab w:val="num" w:pos="720"/>
        </w:tabs>
        <w:ind w:left="720" w:hanging="360"/>
      </w:pPr>
      <w:rPr>
        <w:rFonts w:ascii="Times New Roman" w:hAnsi="Times New Roman" w:cs="Times New Roman"/>
      </w:rPr>
    </w:lvl>
  </w:abstractNum>
  <w:abstractNum w:abstractNumId="11" w15:restartNumberingAfterBreak="0">
    <w:nsid w:val="0634397D"/>
    <w:multiLevelType w:val="hybridMultilevel"/>
    <w:tmpl w:val="43B869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4C6E82"/>
    <w:multiLevelType w:val="hybridMultilevel"/>
    <w:tmpl w:val="D490102E"/>
    <w:lvl w:ilvl="0" w:tplc="E488C9F2">
      <w:start w:val="1"/>
      <w:numFmt w:val="upp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3" w15:restartNumberingAfterBreak="0">
    <w:nsid w:val="0B282F06"/>
    <w:multiLevelType w:val="hybridMultilevel"/>
    <w:tmpl w:val="5FAC9E7A"/>
    <w:lvl w:ilvl="0" w:tplc="90C8D62A">
      <w:start w:val="1"/>
      <w:numFmt w:val="bullet"/>
      <w:lvlText w:val=""/>
      <w:lvlJc w:val="left"/>
      <w:pPr>
        <w:tabs>
          <w:tab w:val="num" w:pos="1176"/>
        </w:tabs>
        <w:ind w:left="1176"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20294D"/>
    <w:multiLevelType w:val="hybridMultilevel"/>
    <w:tmpl w:val="47A28926"/>
    <w:lvl w:ilvl="0" w:tplc="C4C2F83C">
      <w:start w:val="1"/>
      <w:numFmt w:val="bullet"/>
      <w:lvlText w:val=""/>
      <w:lvlJc w:val="left"/>
      <w:pPr>
        <w:ind w:left="108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14AE1C72"/>
    <w:multiLevelType w:val="hybridMultilevel"/>
    <w:tmpl w:val="007AC92A"/>
    <w:lvl w:ilvl="0" w:tplc="C4C2F83C">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6" w15:restartNumberingAfterBreak="0">
    <w:nsid w:val="1519065F"/>
    <w:multiLevelType w:val="hybridMultilevel"/>
    <w:tmpl w:val="1A3E3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C330506"/>
    <w:multiLevelType w:val="hybridMultilevel"/>
    <w:tmpl w:val="08061080"/>
    <w:lvl w:ilvl="0" w:tplc="0C07000F">
      <w:start w:val="1"/>
      <w:numFmt w:val="decimal"/>
      <w:lvlText w:val="%1."/>
      <w:lvlJc w:val="left"/>
      <w:pPr>
        <w:tabs>
          <w:tab w:val="num" w:pos="720"/>
        </w:tabs>
        <w:ind w:left="720" w:hanging="360"/>
      </w:pPr>
      <w:rPr>
        <w:rFonts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8" w15:restartNumberingAfterBreak="0">
    <w:nsid w:val="29765001"/>
    <w:multiLevelType w:val="hybridMultilevel"/>
    <w:tmpl w:val="1E32CCB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6B2324"/>
    <w:multiLevelType w:val="multilevel"/>
    <w:tmpl w:val="29AC2036"/>
    <w:lvl w:ilvl="0">
      <w:start w:val="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5A83BDC"/>
    <w:multiLevelType w:val="hybridMultilevel"/>
    <w:tmpl w:val="982EBF10"/>
    <w:lvl w:ilvl="0" w:tplc="0C07000F">
      <w:start w:val="1"/>
      <w:numFmt w:val="decimal"/>
      <w:lvlText w:val="%1."/>
      <w:lvlJc w:val="left"/>
      <w:pPr>
        <w:tabs>
          <w:tab w:val="num" w:pos="720"/>
        </w:tabs>
        <w:ind w:left="720" w:hanging="360"/>
      </w:pPr>
      <w:rPr>
        <w:rFonts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1" w15:restartNumberingAfterBreak="0">
    <w:nsid w:val="3A020B86"/>
    <w:multiLevelType w:val="hybridMultilevel"/>
    <w:tmpl w:val="45E00E08"/>
    <w:lvl w:ilvl="0" w:tplc="CEA8900A">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55B54CB5"/>
    <w:multiLevelType w:val="singleLevel"/>
    <w:tmpl w:val="06367EC4"/>
    <w:lvl w:ilvl="0">
      <w:start w:val="1"/>
      <w:numFmt w:val="decimal"/>
      <w:lvlText w:val="[%1]"/>
      <w:lvlJc w:val="left"/>
      <w:pPr>
        <w:tabs>
          <w:tab w:val="num" w:pos="360"/>
        </w:tabs>
        <w:ind w:left="360" w:hanging="360"/>
      </w:pPr>
    </w:lvl>
  </w:abstractNum>
  <w:abstractNum w:abstractNumId="23" w15:restartNumberingAfterBreak="0">
    <w:nsid w:val="609217AC"/>
    <w:multiLevelType w:val="hybridMultilevel"/>
    <w:tmpl w:val="920681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1C5AD0"/>
    <w:multiLevelType w:val="hybridMultilevel"/>
    <w:tmpl w:val="B75E1790"/>
    <w:lvl w:ilvl="0" w:tplc="883839AA">
      <w:start w:val="1"/>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6AEC2C31"/>
    <w:multiLevelType w:val="hybridMultilevel"/>
    <w:tmpl w:val="296EEEF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C13E6E"/>
    <w:multiLevelType w:val="hybridMultilevel"/>
    <w:tmpl w:val="62A600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0"/>
  </w:num>
  <w:num w:numId="3">
    <w:abstractNumId w:val="25"/>
  </w:num>
  <w:num w:numId="4">
    <w:abstractNumId w:val="23"/>
  </w:num>
  <w:num w:numId="5">
    <w:abstractNumId w:val="26"/>
  </w:num>
  <w:num w:numId="6">
    <w:abstractNumId w:val="10"/>
  </w:num>
  <w:num w:numId="7">
    <w:abstractNumId w:val="13"/>
  </w:num>
  <w:num w:numId="8">
    <w:abstractNumId w:val="24"/>
  </w:num>
  <w:num w:numId="9">
    <w:abstractNumId w:val="11"/>
  </w:num>
  <w:num w:numId="10">
    <w:abstractNumId w:val="21"/>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2"/>
  </w:num>
  <w:num w:numId="23">
    <w:abstractNumId w:val="22"/>
  </w:num>
  <w:num w:numId="24">
    <w:abstractNumId w:val="19"/>
  </w:num>
  <w:num w:numId="25">
    <w:abstractNumId w:val="15"/>
  </w:num>
  <w:num w:numId="26">
    <w:abstractNumId w:val="14"/>
  </w:num>
  <w:num w:numId="27">
    <w:abstractNumId w:val="16"/>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76"/>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C4A"/>
    <w:rsid w:val="00000981"/>
    <w:rsid w:val="00004C41"/>
    <w:rsid w:val="00005675"/>
    <w:rsid w:val="0001202E"/>
    <w:rsid w:val="000140D0"/>
    <w:rsid w:val="00015662"/>
    <w:rsid w:val="000204CD"/>
    <w:rsid w:val="00023D45"/>
    <w:rsid w:val="00024621"/>
    <w:rsid w:val="00024861"/>
    <w:rsid w:val="00034A3A"/>
    <w:rsid w:val="000372AA"/>
    <w:rsid w:val="00037D02"/>
    <w:rsid w:val="00042EDE"/>
    <w:rsid w:val="0005028F"/>
    <w:rsid w:val="00052296"/>
    <w:rsid w:val="00052799"/>
    <w:rsid w:val="0005283B"/>
    <w:rsid w:val="00052BFF"/>
    <w:rsid w:val="0005680D"/>
    <w:rsid w:val="00061C2A"/>
    <w:rsid w:val="00062D4E"/>
    <w:rsid w:val="00073723"/>
    <w:rsid w:val="000741BA"/>
    <w:rsid w:val="00074461"/>
    <w:rsid w:val="00076875"/>
    <w:rsid w:val="00077630"/>
    <w:rsid w:val="000808B3"/>
    <w:rsid w:val="000A1820"/>
    <w:rsid w:val="000A772D"/>
    <w:rsid w:val="000B4BC1"/>
    <w:rsid w:val="000B6B0E"/>
    <w:rsid w:val="000B760E"/>
    <w:rsid w:val="000C049D"/>
    <w:rsid w:val="000C2114"/>
    <w:rsid w:val="000C7482"/>
    <w:rsid w:val="000D6DC6"/>
    <w:rsid w:val="000E319F"/>
    <w:rsid w:val="000E4CBD"/>
    <w:rsid w:val="000F02E4"/>
    <w:rsid w:val="000F1E9A"/>
    <w:rsid w:val="001002A0"/>
    <w:rsid w:val="00101857"/>
    <w:rsid w:val="00102855"/>
    <w:rsid w:val="00110BA0"/>
    <w:rsid w:val="0011143E"/>
    <w:rsid w:val="00115DF2"/>
    <w:rsid w:val="0012033C"/>
    <w:rsid w:val="00120838"/>
    <w:rsid w:val="00120ADD"/>
    <w:rsid w:val="00125B22"/>
    <w:rsid w:val="00134038"/>
    <w:rsid w:val="001370DC"/>
    <w:rsid w:val="00142EBB"/>
    <w:rsid w:val="001433DE"/>
    <w:rsid w:val="001441BC"/>
    <w:rsid w:val="00147F9E"/>
    <w:rsid w:val="001502E1"/>
    <w:rsid w:val="00150E1B"/>
    <w:rsid w:val="0015510E"/>
    <w:rsid w:val="001603DC"/>
    <w:rsid w:val="001666A5"/>
    <w:rsid w:val="00172121"/>
    <w:rsid w:val="00172189"/>
    <w:rsid w:val="001765C2"/>
    <w:rsid w:val="0018428A"/>
    <w:rsid w:val="00184CDA"/>
    <w:rsid w:val="00195060"/>
    <w:rsid w:val="00195A42"/>
    <w:rsid w:val="001A0C4A"/>
    <w:rsid w:val="001A0CAD"/>
    <w:rsid w:val="001A293F"/>
    <w:rsid w:val="001A39A1"/>
    <w:rsid w:val="001A401A"/>
    <w:rsid w:val="001B55DD"/>
    <w:rsid w:val="001B6475"/>
    <w:rsid w:val="001B779A"/>
    <w:rsid w:val="001B7DA0"/>
    <w:rsid w:val="001C2B5E"/>
    <w:rsid w:val="001C6357"/>
    <w:rsid w:val="001C757F"/>
    <w:rsid w:val="001D1B7B"/>
    <w:rsid w:val="001D505F"/>
    <w:rsid w:val="001D5D08"/>
    <w:rsid w:val="001E513C"/>
    <w:rsid w:val="001E7CE1"/>
    <w:rsid w:val="001E7F89"/>
    <w:rsid w:val="001F14B5"/>
    <w:rsid w:val="001F3EA6"/>
    <w:rsid w:val="001F462D"/>
    <w:rsid w:val="001F4720"/>
    <w:rsid w:val="001F4AE9"/>
    <w:rsid w:val="001F5D28"/>
    <w:rsid w:val="001F63A5"/>
    <w:rsid w:val="001F77AB"/>
    <w:rsid w:val="0020548E"/>
    <w:rsid w:val="00210B1D"/>
    <w:rsid w:val="002111A3"/>
    <w:rsid w:val="00211A2C"/>
    <w:rsid w:val="00212E29"/>
    <w:rsid w:val="002132B7"/>
    <w:rsid w:val="0022243B"/>
    <w:rsid w:val="00226B1B"/>
    <w:rsid w:val="00227BF4"/>
    <w:rsid w:val="002329DD"/>
    <w:rsid w:val="0023471C"/>
    <w:rsid w:val="00237CCE"/>
    <w:rsid w:val="00243126"/>
    <w:rsid w:val="00247B27"/>
    <w:rsid w:val="00250350"/>
    <w:rsid w:val="0025125D"/>
    <w:rsid w:val="00254448"/>
    <w:rsid w:val="00254BCB"/>
    <w:rsid w:val="00255DB6"/>
    <w:rsid w:val="002607AF"/>
    <w:rsid w:val="00261079"/>
    <w:rsid w:val="00263413"/>
    <w:rsid w:val="0026518A"/>
    <w:rsid w:val="00272A58"/>
    <w:rsid w:val="00274AC7"/>
    <w:rsid w:val="00274F19"/>
    <w:rsid w:val="00276CEA"/>
    <w:rsid w:val="00280EA7"/>
    <w:rsid w:val="00280FCD"/>
    <w:rsid w:val="0029481F"/>
    <w:rsid w:val="002A1567"/>
    <w:rsid w:val="002A4A34"/>
    <w:rsid w:val="002A62A4"/>
    <w:rsid w:val="002B36D4"/>
    <w:rsid w:val="002C1077"/>
    <w:rsid w:val="002C15A9"/>
    <w:rsid w:val="002C3320"/>
    <w:rsid w:val="002C5101"/>
    <w:rsid w:val="002D6E40"/>
    <w:rsid w:val="002E129B"/>
    <w:rsid w:val="002E12B2"/>
    <w:rsid w:val="002E2FB2"/>
    <w:rsid w:val="002E4A65"/>
    <w:rsid w:val="002F00B2"/>
    <w:rsid w:val="002F2464"/>
    <w:rsid w:val="002F278B"/>
    <w:rsid w:val="002F2C66"/>
    <w:rsid w:val="00305CE5"/>
    <w:rsid w:val="00306447"/>
    <w:rsid w:val="00310C51"/>
    <w:rsid w:val="00327B5C"/>
    <w:rsid w:val="003317B6"/>
    <w:rsid w:val="00335533"/>
    <w:rsid w:val="003423CD"/>
    <w:rsid w:val="00345355"/>
    <w:rsid w:val="00351669"/>
    <w:rsid w:val="00354845"/>
    <w:rsid w:val="00356324"/>
    <w:rsid w:val="00362CF1"/>
    <w:rsid w:val="0036540B"/>
    <w:rsid w:val="00373BD0"/>
    <w:rsid w:val="00375868"/>
    <w:rsid w:val="003811B2"/>
    <w:rsid w:val="003903BE"/>
    <w:rsid w:val="00390FFE"/>
    <w:rsid w:val="003959F4"/>
    <w:rsid w:val="00397C0F"/>
    <w:rsid w:val="003A06CF"/>
    <w:rsid w:val="003A0A95"/>
    <w:rsid w:val="003A6A14"/>
    <w:rsid w:val="003A73E8"/>
    <w:rsid w:val="003B01B7"/>
    <w:rsid w:val="003B3276"/>
    <w:rsid w:val="003B3EF0"/>
    <w:rsid w:val="003C798D"/>
    <w:rsid w:val="003C7E13"/>
    <w:rsid w:val="003D1903"/>
    <w:rsid w:val="003E51A1"/>
    <w:rsid w:val="003E73B4"/>
    <w:rsid w:val="003F02CE"/>
    <w:rsid w:val="003F20C7"/>
    <w:rsid w:val="003F4676"/>
    <w:rsid w:val="003F7238"/>
    <w:rsid w:val="00401608"/>
    <w:rsid w:val="00403498"/>
    <w:rsid w:val="00407A19"/>
    <w:rsid w:val="00412BD1"/>
    <w:rsid w:val="004176F4"/>
    <w:rsid w:val="004209BF"/>
    <w:rsid w:val="00423AD1"/>
    <w:rsid w:val="0043103B"/>
    <w:rsid w:val="0043478B"/>
    <w:rsid w:val="00437EBA"/>
    <w:rsid w:val="00440B82"/>
    <w:rsid w:val="00455956"/>
    <w:rsid w:val="0046146D"/>
    <w:rsid w:val="00463051"/>
    <w:rsid w:val="0046440B"/>
    <w:rsid w:val="0046457B"/>
    <w:rsid w:val="00465383"/>
    <w:rsid w:val="00473625"/>
    <w:rsid w:val="004737C4"/>
    <w:rsid w:val="004776BF"/>
    <w:rsid w:val="00482F13"/>
    <w:rsid w:val="00483193"/>
    <w:rsid w:val="00483437"/>
    <w:rsid w:val="004850D8"/>
    <w:rsid w:val="00487848"/>
    <w:rsid w:val="0049353D"/>
    <w:rsid w:val="004A0AE6"/>
    <w:rsid w:val="004A7E41"/>
    <w:rsid w:val="004B2B21"/>
    <w:rsid w:val="004B33CC"/>
    <w:rsid w:val="004B6249"/>
    <w:rsid w:val="004B7E07"/>
    <w:rsid w:val="004C2AD6"/>
    <w:rsid w:val="004C3158"/>
    <w:rsid w:val="004D01ED"/>
    <w:rsid w:val="004D16BE"/>
    <w:rsid w:val="004D5DB9"/>
    <w:rsid w:val="004D75EE"/>
    <w:rsid w:val="004E0ECA"/>
    <w:rsid w:val="004F0D9F"/>
    <w:rsid w:val="004F1B49"/>
    <w:rsid w:val="004F1EE6"/>
    <w:rsid w:val="004F271E"/>
    <w:rsid w:val="004F6FC9"/>
    <w:rsid w:val="00512370"/>
    <w:rsid w:val="00516019"/>
    <w:rsid w:val="005162F3"/>
    <w:rsid w:val="00516BC1"/>
    <w:rsid w:val="0052363F"/>
    <w:rsid w:val="00531FB9"/>
    <w:rsid w:val="0053248F"/>
    <w:rsid w:val="005329F1"/>
    <w:rsid w:val="005434CC"/>
    <w:rsid w:val="00550A5B"/>
    <w:rsid w:val="00551FA6"/>
    <w:rsid w:val="00553E8F"/>
    <w:rsid w:val="00554600"/>
    <w:rsid w:val="00555CE1"/>
    <w:rsid w:val="00560605"/>
    <w:rsid w:val="00564895"/>
    <w:rsid w:val="005650A5"/>
    <w:rsid w:val="00566F58"/>
    <w:rsid w:val="00570061"/>
    <w:rsid w:val="005704D7"/>
    <w:rsid w:val="00577C0D"/>
    <w:rsid w:val="0058151B"/>
    <w:rsid w:val="00584E79"/>
    <w:rsid w:val="00596DF1"/>
    <w:rsid w:val="005A0465"/>
    <w:rsid w:val="005A2EF9"/>
    <w:rsid w:val="005B024A"/>
    <w:rsid w:val="005B11FD"/>
    <w:rsid w:val="005B1E96"/>
    <w:rsid w:val="005B6422"/>
    <w:rsid w:val="005B678E"/>
    <w:rsid w:val="005C629A"/>
    <w:rsid w:val="005C7CF5"/>
    <w:rsid w:val="005D269E"/>
    <w:rsid w:val="005D6711"/>
    <w:rsid w:val="005D76C5"/>
    <w:rsid w:val="005D7A30"/>
    <w:rsid w:val="005F4CD1"/>
    <w:rsid w:val="005F4EB7"/>
    <w:rsid w:val="005F4F6F"/>
    <w:rsid w:val="00612CBA"/>
    <w:rsid w:val="00617714"/>
    <w:rsid w:val="0062032C"/>
    <w:rsid w:val="00624366"/>
    <w:rsid w:val="00631A0E"/>
    <w:rsid w:val="006328BB"/>
    <w:rsid w:val="006370BE"/>
    <w:rsid w:val="00642471"/>
    <w:rsid w:val="00643950"/>
    <w:rsid w:val="00643AEB"/>
    <w:rsid w:val="00644D12"/>
    <w:rsid w:val="00647A37"/>
    <w:rsid w:val="00647DBF"/>
    <w:rsid w:val="00651311"/>
    <w:rsid w:val="00652088"/>
    <w:rsid w:val="006548A0"/>
    <w:rsid w:val="00655F39"/>
    <w:rsid w:val="0066141B"/>
    <w:rsid w:val="00661B43"/>
    <w:rsid w:val="006673BF"/>
    <w:rsid w:val="006679FF"/>
    <w:rsid w:val="006745BE"/>
    <w:rsid w:val="00677FA6"/>
    <w:rsid w:val="00686693"/>
    <w:rsid w:val="00687E6B"/>
    <w:rsid w:val="00693F09"/>
    <w:rsid w:val="006944A8"/>
    <w:rsid w:val="00695625"/>
    <w:rsid w:val="006965C0"/>
    <w:rsid w:val="006A2C2E"/>
    <w:rsid w:val="006A53D5"/>
    <w:rsid w:val="006A6C9F"/>
    <w:rsid w:val="006B0547"/>
    <w:rsid w:val="006B56C2"/>
    <w:rsid w:val="006C0728"/>
    <w:rsid w:val="006C3939"/>
    <w:rsid w:val="006C51F6"/>
    <w:rsid w:val="006D2736"/>
    <w:rsid w:val="006D57AC"/>
    <w:rsid w:val="006D6585"/>
    <w:rsid w:val="006E721D"/>
    <w:rsid w:val="006F0C3F"/>
    <w:rsid w:val="007063F1"/>
    <w:rsid w:val="00713347"/>
    <w:rsid w:val="0071364E"/>
    <w:rsid w:val="00713DC9"/>
    <w:rsid w:val="00714EA5"/>
    <w:rsid w:val="007227AA"/>
    <w:rsid w:val="00725271"/>
    <w:rsid w:val="00725539"/>
    <w:rsid w:val="007275C3"/>
    <w:rsid w:val="00730108"/>
    <w:rsid w:val="00732DC7"/>
    <w:rsid w:val="007343D0"/>
    <w:rsid w:val="0073780F"/>
    <w:rsid w:val="00743428"/>
    <w:rsid w:val="00744F4D"/>
    <w:rsid w:val="0075155D"/>
    <w:rsid w:val="00752DFF"/>
    <w:rsid w:val="007531E4"/>
    <w:rsid w:val="00755F16"/>
    <w:rsid w:val="00756D03"/>
    <w:rsid w:val="00760BD3"/>
    <w:rsid w:val="00762787"/>
    <w:rsid w:val="00762945"/>
    <w:rsid w:val="0077036C"/>
    <w:rsid w:val="0077343E"/>
    <w:rsid w:val="00786BF3"/>
    <w:rsid w:val="00790329"/>
    <w:rsid w:val="00790B26"/>
    <w:rsid w:val="0079140D"/>
    <w:rsid w:val="00793AE0"/>
    <w:rsid w:val="007959A8"/>
    <w:rsid w:val="007B128F"/>
    <w:rsid w:val="007B3475"/>
    <w:rsid w:val="007B430A"/>
    <w:rsid w:val="007B500E"/>
    <w:rsid w:val="007B6519"/>
    <w:rsid w:val="007B729B"/>
    <w:rsid w:val="007C1BE9"/>
    <w:rsid w:val="007C5891"/>
    <w:rsid w:val="007C6B1E"/>
    <w:rsid w:val="007C7701"/>
    <w:rsid w:val="007D1051"/>
    <w:rsid w:val="007D430F"/>
    <w:rsid w:val="007D6F8C"/>
    <w:rsid w:val="007E755E"/>
    <w:rsid w:val="007F01FB"/>
    <w:rsid w:val="007F4981"/>
    <w:rsid w:val="007F6921"/>
    <w:rsid w:val="008004F8"/>
    <w:rsid w:val="00800770"/>
    <w:rsid w:val="008020F5"/>
    <w:rsid w:val="00802289"/>
    <w:rsid w:val="0080400D"/>
    <w:rsid w:val="00804370"/>
    <w:rsid w:val="00812F37"/>
    <w:rsid w:val="008147A3"/>
    <w:rsid w:val="00817727"/>
    <w:rsid w:val="00817746"/>
    <w:rsid w:val="00817F22"/>
    <w:rsid w:val="00820740"/>
    <w:rsid w:val="00820E5F"/>
    <w:rsid w:val="008235D3"/>
    <w:rsid w:val="0082393C"/>
    <w:rsid w:val="00830652"/>
    <w:rsid w:val="00830CC9"/>
    <w:rsid w:val="00830F8C"/>
    <w:rsid w:val="008314E7"/>
    <w:rsid w:val="00831E90"/>
    <w:rsid w:val="008333C1"/>
    <w:rsid w:val="0083634B"/>
    <w:rsid w:val="008424DE"/>
    <w:rsid w:val="00854051"/>
    <w:rsid w:val="00860307"/>
    <w:rsid w:val="008620B2"/>
    <w:rsid w:val="008629A0"/>
    <w:rsid w:val="00864115"/>
    <w:rsid w:val="00864574"/>
    <w:rsid w:val="00864E00"/>
    <w:rsid w:val="00872884"/>
    <w:rsid w:val="00874DD7"/>
    <w:rsid w:val="00875190"/>
    <w:rsid w:val="00876B62"/>
    <w:rsid w:val="00877B96"/>
    <w:rsid w:val="00882EBF"/>
    <w:rsid w:val="008850BA"/>
    <w:rsid w:val="008863E3"/>
    <w:rsid w:val="00887A2D"/>
    <w:rsid w:val="00893E58"/>
    <w:rsid w:val="00897DAB"/>
    <w:rsid w:val="008A2ABF"/>
    <w:rsid w:val="008A7667"/>
    <w:rsid w:val="008A7D0C"/>
    <w:rsid w:val="008A7E10"/>
    <w:rsid w:val="008B082F"/>
    <w:rsid w:val="008B2F79"/>
    <w:rsid w:val="008B61B8"/>
    <w:rsid w:val="008C1837"/>
    <w:rsid w:val="008C1D5E"/>
    <w:rsid w:val="008C371C"/>
    <w:rsid w:val="008C6D90"/>
    <w:rsid w:val="008D0520"/>
    <w:rsid w:val="008D4556"/>
    <w:rsid w:val="008D51B3"/>
    <w:rsid w:val="008E7013"/>
    <w:rsid w:val="008E7089"/>
    <w:rsid w:val="008E7C57"/>
    <w:rsid w:val="008F116A"/>
    <w:rsid w:val="00900305"/>
    <w:rsid w:val="009139FB"/>
    <w:rsid w:val="00917164"/>
    <w:rsid w:val="00931FA9"/>
    <w:rsid w:val="009330D6"/>
    <w:rsid w:val="009410D8"/>
    <w:rsid w:val="00943123"/>
    <w:rsid w:val="0094318E"/>
    <w:rsid w:val="00943A73"/>
    <w:rsid w:val="0094624E"/>
    <w:rsid w:val="009473E1"/>
    <w:rsid w:val="0095283D"/>
    <w:rsid w:val="009534CB"/>
    <w:rsid w:val="00954994"/>
    <w:rsid w:val="00960A91"/>
    <w:rsid w:val="00960BFB"/>
    <w:rsid w:val="00962DD4"/>
    <w:rsid w:val="00966DE2"/>
    <w:rsid w:val="00967C4C"/>
    <w:rsid w:val="009713BA"/>
    <w:rsid w:val="00972E37"/>
    <w:rsid w:val="009732F8"/>
    <w:rsid w:val="00977454"/>
    <w:rsid w:val="00980AEF"/>
    <w:rsid w:val="00992196"/>
    <w:rsid w:val="00992BBE"/>
    <w:rsid w:val="009954AB"/>
    <w:rsid w:val="009A2DBA"/>
    <w:rsid w:val="009B3C69"/>
    <w:rsid w:val="009B4975"/>
    <w:rsid w:val="009D11FC"/>
    <w:rsid w:val="009D132C"/>
    <w:rsid w:val="009D1658"/>
    <w:rsid w:val="009D2A22"/>
    <w:rsid w:val="009D3301"/>
    <w:rsid w:val="009D3E0E"/>
    <w:rsid w:val="009D4B62"/>
    <w:rsid w:val="009D6F09"/>
    <w:rsid w:val="009D73F0"/>
    <w:rsid w:val="009D7934"/>
    <w:rsid w:val="009D7F50"/>
    <w:rsid w:val="009E13CD"/>
    <w:rsid w:val="009E54E4"/>
    <w:rsid w:val="009F5F29"/>
    <w:rsid w:val="00A015DE"/>
    <w:rsid w:val="00A01C79"/>
    <w:rsid w:val="00A03407"/>
    <w:rsid w:val="00A14D44"/>
    <w:rsid w:val="00A1662B"/>
    <w:rsid w:val="00A175CB"/>
    <w:rsid w:val="00A17FCA"/>
    <w:rsid w:val="00A230A7"/>
    <w:rsid w:val="00A2600F"/>
    <w:rsid w:val="00A26D05"/>
    <w:rsid w:val="00A2715D"/>
    <w:rsid w:val="00A31745"/>
    <w:rsid w:val="00A40012"/>
    <w:rsid w:val="00A40142"/>
    <w:rsid w:val="00A42D84"/>
    <w:rsid w:val="00A43BEE"/>
    <w:rsid w:val="00A50BE1"/>
    <w:rsid w:val="00A56BDC"/>
    <w:rsid w:val="00A56F9E"/>
    <w:rsid w:val="00A609A8"/>
    <w:rsid w:val="00A61B13"/>
    <w:rsid w:val="00A66C7D"/>
    <w:rsid w:val="00A66CC7"/>
    <w:rsid w:val="00A70697"/>
    <w:rsid w:val="00A72A2B"/>
    <w:rsid w:val="00A72D2F"/>
    <w:rsid w:val="00A73562"/>
    <w:rsid w:val="00A75EA3"/>
    <w:rsid w:val="00A7703D"/>
    <w:rsid w:val="00A801A5"/>
    <w:rsid w:val="00A8651D"/>
    <w:rsid w:val="00A9098E"/>
    <w:rsid w:val="00A937B5"/>
    <w:rsid w:val="00AA0924"/>
    <w:rsid w:val="00AA0C8C"/>
    <w:rsid w:val="00AA0D24"/>
    <w:rsid w:val="00AA711E"/>
    <w:rsid w:val="00AC07E9"/>
    <w:rsid w:val="00AC14A6"/>
    <w:rsid w:val="00AD0E4D"/>
    <w:rsid w:val="00AD4A22"/>
    <w:rsid w:val="00AD566A"/>
    <w:rsid w:val="00AE0F5D"/>
    <w:rsid w:val="00AE124C"/>
    <w:rsid w:val="00AE128B"/>
    <w:rsid w:val="00AE1721"/>
    <w:rsid w:val="00AE2FD8"/>
    <w:rsid w:val="00AE4028"/>
    <w:rsid w:val="00AE5EB9"/>
    <w:rsid w:val="00AE63EE"/>
    <w:rsid w:val="00AE7D84"/>
    <w:rsid w:val="00AF254D"/>
    <w:rsid w:val="00AF3E9A"/>
    <w:rsid w:val="00B020C6"/>
    <w:rsid w:val="00B04DD8"/>
    <w:rsid w:val="00B0705B"/>
    <w:rsid w:val="00B10CEF"/>
    <w:rsid w:val="00B11F68"/>
    <w:rsid w:val="00B148E7"/>
    <w:rsid w:val="00B21D78"/>
    <w:rsid w:val="00B22CB1"/>
    <w:rsid w:val="00B23F64"/>
    <w:rsid w:val="00B31ABA"/>
    <w:rsid w:val="00B32275"/>
    <w:rsid w:val="00B3419C"/>
    <w:rsid w:val="00B34627"/>
    <w:rsid w:val="00B3659F"/>
    <w:rsid w:val="00B410C3"/>
    <w:rsid w:val="00B416E5"/>
    <w:rsid w:val="00B42E01"/>
    <w:rsid w:val="00B47FF8"/>
    <w:rsid w:val="00B620A1"/>
    <w:rsid w:val="00B66945"/>
    <w:rsid w:val="00B6770F"/>
    <w:rsid w:val="00B67AC2"/>
    <w:rsid w:val="00B717C4"/>
    <w:rsid w:val="00B71C1C"/>
    <w:rsid w:val="00B72651"/>
    <w:rsid w:val="00B762E6"/>
    <w:rsid w:val="00B828DD"/>
    <w:rsid w:val="00B83BCB"/>
    <w:rsid w:val="00B85278"/>
    <w:rsid w:val="00B90A9F"/>
    <w:rsid w:val="00B93AAA"/>
    <w:rsid w:val="00B943A2"/>
    <w:rsid w:val="00B96E4C"/>
    <w:rsid w:val="00BA0DC0"/>
    <w:rsid w:val="00BA1B67"/>
    <w:rsid w:val="00BA33F4"/>
    <w:rsid w:val="00BA3915"/>
    <w:rsid w:val="00BB0045"/>
    <w:rsid w:val="00BB1B4B"/>
    <w:rsid w:val="00BB5CC4"/>
    <w:rsid w:val="00BB64D9"/>
    <w:rsid w:val="00BB6CAE"/>
    <w:rsid w:val="00BC1185"/>
    <w:rsid w:val="00BC2398"/>
    <w:rsid w:val="00BC31C9"/>
    <w:rsid w:val="00BC3607"/>
    <w:rsid w:val="00BC4660"/>
    <w:rsid w:val="00BD4443"/>
    <w:rsid w:val="00BD6111"/>
    <w:rsid w:val="00BD79BB"/>
    <w:rsid w:val="00BE020C"/>
    <w:rsid w:val="00BE048D"/>
    <w:rsid w:val="00BE0AE9"/>
    <w:rsid w:val="00BE49FE"/>
    <w:rsid w:val="00BF17B2"/>
    <w:rsid w:val="00BF43A5"/>
    <w:rsid w:val="00C16E58"/>
    <w:rsid w:val="00C22C3D"/>
    <w:rsid w:val="00C3231D"/>
    <w:rsid w:val="00C33E04"/>
    <w:rsid w:val="00C46082"/>
    <w:rsid w:val="00C47E25"/>
    <w:rsid w:val="00C50DB3"/>
    <w:rsid w:val="00C53003"/>
    <w:rsid w:val="00C55818"/>
    <w:rsid w:val="00C561DB"/>
    <w:rsid w:val="00C5710B"/>
    <w:rsid w:val="00C641F9"/>
    <w:rsid w:val="00C70409"/>
    <w:rsid w:val="00C70D7B"/>
    <w:rsid w:val="00C71C97"/>
    <w:rsid w:val="00C877F8"/>
    <w:rsid w:val="00C93782"/>
    <w:rsid w:val="00C95390"/>
    <w:rsid w:val="00C97226"/>
    <w:rsid w:val="00C97DD9"/>
    <w:rsid w:val="00CA6714"/>
    <w:rsid w:val="00CB3746"/>
    <w:rsid w:val="00CC00B9"/>
    <w:rsid w:val="00CC3B7F"/>
    <w:rsid w:val="00CD121B"/>
    <w:rsid w:val="00CD4EFB"/>
    <w:rsid w:val="00CD7857"/>
    <w:rsid w:val="00CE145F"/>
    <w:rsid w:val="00CE1590"/>
    <w:rsid w:val="00CF0325"/>
    <w:rsid w:val="00CF32EC"/>
    <w:rsid w:val="00D03A15"/>
    <w:rsid w:val="00D0506D"/>
    <w:rsid w:val="00D06C8A"/>
    <w:rsid w:val="00D07106"/>
    <w:rsid w:val="00D12899"/>
    <w:rsid w:val="00D133E0"/>
    <w:rsid w:val="00D15820"/>
    <w:rsid w:val="00D17905"/>
    <w:rsid w:val="00D22C79"/>
    <w:rsid w:val="00D2446E"/>
    <w:rsid w:val="00D31EB0"/>
    <w:rsid w:val="00D34B37"/>
    <w:rsid w:val="00D371FA"/>
    <w:rsid w:val="00D4048B"/>
    <w:rsid w:val="00D43BD9"/>
    <w:rsid w:val="00D46542"/>
    <w:rsid w:val="00D477CC"/>
    <w:rsid w:val="00D5008D"/>
    <w:rsid w:val="00D5377F"/>
    <w:rsid w:val="00D6006E"/>
    <w:rsid w:val="00D6692A"/>
    <w:rsid w:val="00D71638"/>
    <w:rsid w:val="00D718BB"/>
    <w:rsid w:val="00D73AD5"/>
    <w:rsid w:val="00D76BB1"/>
    <w:rsid w:val="00D772AD"/>
    <w:rsid w:val="00D843FD"/>
    <w:rsid w:val="00D92F88"/>
    <w:rsid w:val="00D93AF8"/>
    <w:rsid w:val="00D9441E"/>
    <w:rsid w:val="00D947F8"/>
    <w:rsid w:val="00D97370"/>
    <w:rsid w:val="00DA5128"/>
    <w:rsid w:val="00DA7830"/>
    <w:rsid w:val="00DB3444"/>
    <w:rsid w:val="00DB4BB1"/>
    <w:rsid w:val="00DB5012"/>
    <w:rsid w:val="00DC0345"/>
    <w:rsid w:val="00DC0980"/>
    <w:rsid w:val="00DC430E"/>
    <w:rsid w:val="00DC47AF"/>
    <w:rsid w:val="00DC742A"/>
    <w:rsid w:val="00DD02DB"/>
    <w:rsid w:val="00DD0FC2"/>
    <w:rsid w:val="00DD5C26"/>
    <w:rsid w:val="00DE166F"/>
    <w:rsid w:val="00DE322A"/>
    <w:rsid w:val="00DF1A94"/>
    <w:rsid w:val="00DF1AF1"/>
    <w:rsid w:val="00DF25C9"/>
    <w:rsid w:val="00DF62FC"/>
    <w:rsid w:val="00DF7470"/>
    <w:rsid w:val="00E03D60"/>
    <w:rsid w:val="00E11171"/>
    <w:rsid w:val="00E11D96"/>
    <w:rsid w:val="00E124DA"/>
    <w:rsid w:val="00E12E00"/>
    <w:rsid w:val="00E21C0C"/>
    <w:rsid w:val="00E2618D"/>
    <w:rsid w:val="00E26C9C"/>
    <w:rsid w:val="00E30FA5"/>
    <w:rsid w:val="00E33279"/>
    <w:rsid w:val="00E3433D"/>
    <w:rsid w:val="00E34E8B"/>
    <w:rsid w:val="00E358E9"/>
    <w:rsid w:val="00E376CD"/>
    <w:rsid w:val="00E37B79"/>
    <w:rsid w:val="00E41872"/>
    <w:rsid w:val="00E429B4"/>
    <w:rsid w:val="00E43DCF"/>
    <w:rsid w:val="00E46BB4"/>
    <w:rsid w:val="00E47552"/>
    <w:rsid w:val="00E57A76"/>
    <w:rsid w:val="00E57E26"/>
    <w:rsid w:val="00E60429"/>
    <w:rsid w:val="00E65E9B"/>
    <w:rsid w:val="00E70909"/>
    <w:rsid w:val="00E709E6"/>
    <w:rsid w:val="00E70F2B"/>
    <w:rsid w:val="00E716B1"/>
    <w:rsid w:val="00E74744"/>
    <w:rsid w:val="00E75AEF"/>
    <w:rsid w:val="00E76C20"/>
    <w:rsid w:val="00E803F8"/>
    <w:rsid w:val="00E90342"/>
    <w:rsid w:val="00E928F9"/>
    <w:rsid w:val="00E96F89"/>
    <w:rsid w:val="00EA4255"/>
    <w:rsid w:val="00EA49D2"/>
    <w:rsid w:val="00EA6D17"/>
    <w:rsid w:val="00EB269A"/>
    <w:rsid w:val="00EB31F4"/>
    <w:rsid w:val="00EB78ED"/>
    <w:rsid w:val="00EC39B7"/>
    <w:rsid w:val="00ED27C3"/>
    <w:rsid w:val="00ED2B4B"/>
    <w:rsid w:val="00ED2E4A"/>
    <w:rsid w:val="00ED5D96"/>
    <w:rsid w:val="00EE10BC"/>
    <w:rsid w:val="00EE1A55"/>
    <w:rsid w:val="00EE54A5"/>
    <w:rsid w:val="00EE6800"/>
    <w:rsid w:val="00EF0EA6"/>
    <w:rsid w:val="00EF2C77"/>
    <w:rsid w:val="00EF403A"/>
    <w:rsid w:val="00F01E0E"/>
    <w:rsid w:val="00F03B70"/>
    <w:rsid w:val="00F05732"/>
    <w:rsid w:val="00F1076B"/>
    <w:rsid w:val="00F1399D"/>
    <w:rsid w:val="00F17E4E"/>
    <w:rsid w:val="00F2063D"/>
    <w:rsid w:val="00F20D16"/>
    <w:rsid w:val="00F24019"/>
    <w:rsid w:val="00F252FA"/>
    <w:rsid w:val="00F31891"/>
    <w:rsid w:val="00F328B7"/>
    <w:rsid w:val="00F36A22"/>
    <w:rsid w:val="00F4084E"/>
    <w:rsid w:val="00F43326"/>
    <w:rsid w:val="00F45185"/>
    <w:rsid w:val="00F61194"/>
    <w:rsid w:val="00F62C9A"/>
    <w:rsid w:val="00F63C2E"/>
    <w:rsid w:val="00F6672E"/>
    <w:rsid w:val="00F66B5E"/>
    <w:rsid w:val="00F71357"/>
    <w:rsid w:val="00F757C6"/>
    <w:rsid w:val="00F81916"/>
    <w:rsid w:val="00F90FD7"/>
    <w:rsid w:val="00F92B91"/>
    <w:rsid w:val="00F9362A"/>
    <w:rsid w:val="00F9574E"/>
    <w:rsid w:val="00FA12A9"/>
    <w:rsid w:val="00FA2F0C"/>
    <w:rsid w:val="00FA46E6"/>
    <w:rsid w:val="00FB1404"/>
    <w:rsid w:val="00FB36E6"/>
    <w:rsid w:val="00FC04BB"/>
    <w:rsid w:val="00FC4C37"/>
    <w:rsid w:val="00FC5B24"/>
    <w:rsid w:val="00FC66ED"/>
    <w:rsid w:val="00FD0CED"/>
    <w:rsid w:val="00FD2706"/>
    <w:rsid w:val="00FD527C"/>
    <w:rsid w:val="00FD571B"/>
    <w:rsid w:val="00FE4F4C"/>
    <w:rsid w:val="00FE6346"/>
    <w:rsid w:val="00FE7E4D"/>
    <w:rsid w:val="00FF23FD"/>
    <w:rsid w:val="00FF70C8"/>
    <w:rsid w:val="00FF7D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4AC085"/>
  <w15:docId w15:val="{0A30AF0D-95F3-41C2-B9F4-E0F9F07E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03F8"/>
    <w:pPr>
      <w:jc w:val="both"/>
    </w:pPr>
    <w:rPr>
      <w:rFonts w:ascii="Times New Roman" w:hAnsi="Times New Roman"/>
      <w:szCs w:val="24"/>
      <w:lang w:eastAsia="de-DE"/>
    </w:rPr>
  </w:style>
  <w:style w:type="paragraph" w:styleId="Heading1">
    <w:name w:val="heading 1"/>
    <w:basedOn w:val="Normal"/>
    <w:next w:val="Normal"/>
    <w:link w:val="Heading1Char"/>
    <w:rsid w:val="00195060"/>
    <w:pPr>
      <w:keepNext/>
      <w:jc w:val="center"/>
      <w:outlineLvl w:val="0"/>
    </w:pPr>
    <w:rPr>
      <w:b/>
      <w:bCs/>
      <w:kern w:val="28"/>
      <w:sz w:val="28"/>
      <w:szCs w:val="28"/>
    </w:rPr>
  </w:style>
  <w:style w:type="paragraph" w:styleId="Heading2">
    <w:name w:val="heading 2"/>
    <w:basedOn w:val="Normal"/>
    <w:next w:val="Normal"/>
    <w:link w:val="Heading2Char"/>
    <w:rsid w:val="00023D45"/>
    <w:pPr>
      <w:keepNext/>
      <w:spacing w:before="240" w:after="600"/>
      <w:jc w:val="center"/>
      <w:outlineLvl w:val="1"/>
    </w:pPr>
    <w:rPr>
      <w:rFonts w:cs="Arial"/>
      <w:b/>
      <w:bCs/>
      <w:iCs/>
      <w:sz w:val="36"/>
      <w:szCs w:val="28"/>
    </w:rPr>
  </w:style>
  <w:style w:type="paragraph" w:styleId="Heading3">
    <w:name w:val="heading 3"/>
    <w:basedOn w:val="Normal"/>
    <w:next w:val="Normal"/>
    <w:link w:val="Heading3Char"/>
    <w:rsid w:val="001F77AB"/>
    <w:pPr>
      <w:keepNext/>
      <w:spacing w:after="120"/>
      <w:jc w:val="left"/>
      <w:outlineLvl w:val="2"/>
    </w:pPr>
    <w:rPr>
      <w:rFonts w:cs="Arial"/>
      <w:bCs/>
      <w:sz w:val="24"/>
      <w:szCs w:val="26"/>
      <w:lang w:val="de-DE"/>
    </w:rPr>
  </w:style>
  <w:style w:type="paragraph" w:styleId="Heading4">
    <w:name w:val="heading 4"/>
    <w:basedOn w:val="Normal"/>
    <w:next w:val="Normal"/>
    <w:rsid w:val="00E716B1"/>
    <w:pPr>
      <w:keepNext/>
      <w:spacing w:before="240" w:after="60"/>
      <w:outlineLvl w:val="3"/>
    </w:pPr>
    <w:rPr>
      <w:b/>
      <w:bCs/>
      <w:sz w:val="28"/>
      <w:szCs w:val="28"/>
    </w:rPr>
  </w:style>
  <w:style w:type="paragraph" w:styleId="Heading5">
    <w:name w:val="heading 5"/>
    <w:basedOn w:val="Normal"/>
    <w:next w:val="Normal"/>
    <w:rsid w:val="00E716B1"/>
    <w:pPr>
      <w:spacing w:before="240" w:after="60"/>
      <w:outlineLvl w:val="4"/>
    </w:pPr>
    <w:rPr>
      <w:b/>
      <w:bCs/>
      <w:i/>
      <w:iCs/>
      <w:sz w:val="26"/>
      <w:szCs w:val="26"/>
    </w:rPr>
  </w:style>
  <w:style w:type="paragraph" w:styleId="Heading6">
    <w:name w:val="heading 6"/>
    <w:basedOn w:val="Normal"/>
    <w:next w:val="Normal"/>
    <w:rsid w:val="00E716B1"/>
    <w:pPr>
      <w:spacing w:before="240" w:after="60"/>
      <w:outlineLvl w:val="5"/>
    </w:pPr>
    <w:rPr>
      <w:b/>
      <w:bCs/>
      <w:sz w:val="22"/>
      <w:szCs w:val="22"/>
    </w:rPr>
  </w:style>
  <w:style w:type="paragraph" w:styleId="Heading7">
    <w:name w:val="heading 7"/>
    <w:basedOn w:val="Normal"/>
    <w:next w:val="Normal"/>
    <w:rsid w:val="00E716B1"/>
    <w:pPr>
      <w:spacing w:before="240" w:after="60"/>
      <w:outlineLvl w:val="6"/>
    </w:pPr>
    <w:rPr>
      <w:sz w:val="24"/>
    </w:rPr>
  </w:style>
  <w:style w:type="paragraph" w:styleId="Heading8">
    <w:name w:val="heading 8"/>
    <w:basedOn w:val="Normal"/>
    <w:next w:val="Normal"/>
    <w:rsid w:val="00E716B1"/>
    <w:pPr>
      <w:spacing w:before="240" w:after="60"/>
      <w:outlineLvl w:val="7"/>
    </w:pPr>
    <w:rPr>
      <w:i/>
      <w:iCs/>
      <w:sz w:val="24"/>
    </w:rPr>
  </w:style>
  <w:style w:type="paragraph" w:styleId="Heading9">
    <w:name w:val="heading 9"/>
    <w:basedOn w:val="Normal"/>
    <w:next w:val="Normal"/>
    <w:rsid w:val="00E76C20"/>
    <w:pPr>
      <w:outlineLvl w:val="8"/>
    </w:pPr>
    <w:rPr>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F3E9A"/>
    <w:rPr>
      <w:b/>
      <w:bCs/>
      <w:kern w:val="28"/>
      <w:sz w:val="28"/>
      <w:szCs w:val="28"/>
      <w:lang w:val="en-GB" w:eastAsia="de-DE" w:bidi="ar-SA"/>
    </w:rPr>
  </w:style>
  <w:style w:type="character" w:customStyle="1" w:styleId="Heading2Char">
    <w:name w:val="Heading 2 Char"/>
    <w:link w:val="Heading2"/>
    <w:rsid w:val="00E43DCF"/>
    <w:rPr>
      <w:rFonts w:cs="Arial"/>
      <w:b/>
      <w:bCs/>
      <w:iCs/>
      <w:sz w:val="36"/>
      <w:szCs w:val="28"/>
      <w:lang w:val="en-GB" w:eastAsia="de-DE" w:bidi="ar-SA"/>
    </w:rPr>
  </w:style>
  <w:style w:type="character" w:customStyle="1" w:styleId="Heading3Char">
    <w:name w:val="Heading 3 Char"/>
    <w:link w:val="Heading3"/>
    <w:rsid w:val="00B04DD8"/>
    <w:rPr>
      <w:rFonts w:cs="Arial"/>
      <w:bCs/>
      <w:sz w:val="24"/>
      <w:szCs w:val="26"/>
      <w:lang w:val="de-DE" w:eastAsia="de-DE" w:bidi="ar-SA"/>
    </w:rPr>
  </w:style>
  <w:style w:type="paragraph" w:customStyle="1" w:styleId="AuthorText">
    <w:name w:val="Author Text"/>
    <w:basedOn w:val="Normal"/>
    <w:link w:val="AuthorTextZchn"/>
    <w:qFormat/>
    <w:rsid w:val="00E803F8"/>
    <w:pPr>
      <w:spacing w:before="120" w:after="120"/>
      <w:jc w:val="center"/>
    </w:pPr>
  </w:style>
  <w:style w:type="character" w:customStyle="1" w:styleId="AuthorTextZchn">
    <w:name w:val="Author Text Zchn"/>
    <w:link w:val="AuthorText"/>
    <w:rsid w:val="00E803F8"/>
    <w:rPr>
      <w:rFonts w:ascii="Times New Roman" w:hAnsi="Times New Roman"/>
      <w:szCs w:val="24"/>
      <w:lang w:val="en-GB" w:eastAsia="de-DE"/>
    </w:rPr>
  </w:style>
  <w:style w:type="paragraph" w:customStyle="1" w:styleId="Headinglevel1">
    <w:name w:val="Heading level 1"/>
    <w:basedOn w:val="Normal"/>
    <w:link w:val="Headinglevel1Zchn"/>
    <w:qFormat/>
    <w:rsid w:val="00F31891"/>
    <w:pPr>
      <w:spacing w:before="320" w:after="60"/>
      <w:jc w:val="left"/>
    </w:pPr>
    <w:rPr>
      <w:b/>
      <w:bCs/>
      <w:sz w:val="24"/>
      <w:szCs w:val="28"/>
    </w:rPr>
  </w:style>
  <w:style w:type="character" w:customStyle="1" w:styleId="Headinglevel1Zchn">
    <w:name w:val="Heading level 1 Zchn"/>
    <w:link w:val="Headinglevel1"/>
    <w:rsid w:val="00F31891"/>
    <w:rPr>
      <w:rFonts w:ascii="Times New Roman" w:hAnsi="Times New Roman"/>
      <w:b/>
      <w:bCs/>
      <w:sz w:val="24"/>
      <w:szCs w:val="28"/>
      <w:lang w:val="en-GB" w:eastAsia="de-DE"/>
    </w:rPr>
  </w:style>
  <w:style w:type="paragraph" w:customStyle="1" w:styleId="Headinglevel2">
    <w:name w:val="Heading level 2+"/>
    <w:basedOn w:val="Normal"/>
    <w:qFormat/>
    <w:rsid w:val="00EF2C77"/>
    <w:pPr>
      <w:spacing w:before="120" w:after="60"/>
      <w:jc w:val="left"/>
    </w:pPr>
    <w:rPr>
      <w:b/>
      <w:bCs/>
      <w:iCs/>
      <w:sz w:val="24"/>
    </w:rPr>
  </w:style>
  <w:style w:type="paragraph" w:customStyle="1" w:styleId="ReferencesAcknowledgements">
    <w:name w:val="References / Acknowledgements"/>
    <w:basedOn w:val="Normal"/>
    <w:qFormat/>
    <w:rsid w:val="00D772AD"/>
    <w:pPr>
      <w:tabs>
        <w:tab w:val="left" w:pos="540"/>
      </w:tabs>
      <w:ind w:left="539" w:hanging="539"/>
      <w:jc w:val="left"/>
    </w:pPr>
  </w:style>
  <w:style w:type="paragraph" w:customStyle="1" w:styleId="ReferencesAcknowledgementsHeading">
    <w:name w:val="References / Acknowledgements Heading"/>
    <w:basedOn w:val="Normal"/>
    <w:qFormat/>
    <w:rsid w:val="005B11FD"/>
    <w:pPr>
      <w:spacing w:before="240" w:after="60"/>
    </w:pPr>
    <w:rPr>
      <w:b/>
      <w:bCs/>
    </w:rPr>
  </w:style>
  <w:style w:type="paragraph" w:styleId="FootnoteText">
    <w:name w:val="footnote text"/>
    <w:basedOn w:val="Normal"/>
    <w:semiHidden/>
    <w:rsid w:val="001A293F"/>
    <w:rPr>
      <w:rFonts w:ascii="Arial Narrow" w:hAnsi="Arial Narrow"/>
      <w:szCs w:val="20"/>
      <w:lang w:val="de-DE"/>
    </w:rPr>
  </w:style>
  <w:style w:type="character" w:styleId="FootnoteReference">
    <w:name w:val="footnote reference"/>
    <w:semiHidden/>
    <w:rsid w:val="001A293F"/>
    <w:rPr>
      <w:vertAlign w:val="superscript"/>
    </w:rPr>
  </w:style>
  <w:style w:type="character" w:styleId="CommentReference">
    <w:name w:val="annotation reference"/>
    <w:semiHidden/>
    <w:rsid w:val="00E429B4"/>
    <w:rPr>
      <w:sz w:val="16"/>
      <w:szCs w:val="16"/>
    </w:rPr>
  </w:style>
  <w:style w:type="paragraph" w:styleId="CommentText">
    <w:name w:val="annotation text"/>
    <w:basedOn w:val="Normal"/>
    <w:semiHidden/>
    <w:rsid w:val="00E429B4"/>
    <w:rPr>
      <w:szCs w:val="20"/>
    </w:rPr>
  </w:style>
  <w:style w:type="paragraph" w:styleId="CommentSubject">
    <w:name w:val="annotation subject"/>
    <w:basedOn w:val="CommentText"/>
    <w:next w:val="CommentText"/>
    <w:semiHidden/>
    <w:rsid w:val="00E429B4"/>
    <w:rPr>
      <w:b/>
      <w:bCs/>
    </w:rPr>
  </w:style>
  <w:style w:type="paragraph" w:styleId="BalloonText">
    <w:name w:val="Balloon Text"/>
    <w:basedOn w:val="Normal"/>
    <w:semiHidden/>
    <w:rsid w:val="00E429B4"/>
    <w:rPr>
      <w:rFonts w:ascii="Tahoma" w:hAnsi="Tahoma" w:cs="Tahoma"/>
      <w:sz w:val="16"/>
      <w:szCs w:val="16"/>
    </w:rPr>
  </w:style>
  <w:style w:type="table" w:styleId="TableGrid">
    <w:name w:val="Table Grid"/>
    <w:basedOn w:val="TableNormal"/>
    <w:rsid w:val="00D5008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Heading1"/>
    <w:link w:val="TitleZchn"/>
    <w:qFormat/>
    <w:rsid w:val="005B11FD"/>
    <w:pPr>
      <w:spacing w:before="240" w:after="360"/>
    </w:pPr>
  </w:style>
  <w:style w:type="character" w:customStyle="1" w:styleId="TitleZchn">
    <w:name w:val="Title Zchn"/>
    <w:link w:val="Titel1"/>
    <w:rsid w:val="005B11FD"/>
    <w:rPr>
      <w:rFonts w:ascii="Times New Roman" w:hAnsi="Times New Roman"/>
      <w:b/>
      <w:bCs/>
      <w:kern w:val="28"/>
      <w:sz w:val="28"/>
      <w:szCs w:val="28"/>
      <w:lang w:eastAsia="de-DE"/>
    </w:rPr>
  </w:style>
  <w:style w:type="paragraph" w:customStyle="1" w:styleId="FigureTableblock">
    <w:name w:val="Figure / Table (block)"/>
    <w:basedOn w:val="Normal"/>
    <w:qFormat/>
    <w:rsid w:val="001D1B7B"/>
    <w:pPr>
      <w:tabs>
        <w:tab w:val="right" w:leader="dot" w:pos="8280"/>
      </w:tabs>
      <w:spacing w:before="60" w:after="120"/>
    </w:pPr>
    <w:rPr>
      <w:sz w:val="18"/>
      <w:szCs w:val="20"/>
    </w:rPr>
  </w:style>
  <w:style w:type="paragraph" w:styleId="TOC2">
    <w:name w:val="toc 2"/>
    <w:basedOn w:val="Normal"/>
    <w:next w:val="Normal"/>
    <w:autoRedefine/>
    <w:semiHidden/>
    <w:rsid w:val="00BC2398"/>
    <w:pPr>
      <w:ind w:left="200"/>
      <w:jc w:val="left"/>
    </w:pPr>
    <w:rPr>
      <w:smallCaps/>
      <w:szCs w:val="20"/>
    </w:rPr>
  </w:style>
  <w:style w:type="paragraph" w:styleId="TOC1">
    <w:name w:val="toc 1"/>
    <w:basedOn w:val="Normal"/>
    <w:next w:val="Normal"/>
    <w:autoRedefine/>
    <w:semiHidden/>
    <w:rsid w:val="00BC2398"/>
    <w:pPr>
      <w:spacing w:before="120" w:after="120"/>
      <w:jc w:val="left"/>
    </w:pPr>
    <w:rPr>
      <w:b/>
      <w:bCs/>
      <w:caps/>
      <w:szCs w:val="20"/>
    </w:rPr>
  </w:style>
  <w:style w:type="paragraph" w:styleId="TableofFigures">
    <w:name w:val="table of figures"/>
    <w:basedOn w:val="Normal"/>
    <w:next w:val="Normal"/>
    <w:semiHidden/>
    <w:rsid w:val="00BC2398"/>
    <w:pPr>
      <w:spacing w:before="120" w:after="120"/>
    </w:pPr>
  </w:style>
  <w:style w:type="paragraph" w:styleId="TOC3">
    <w:name w:val="toc 3"/>
    <w:basedOn w:val="Normal"/>
    <w:next w:val="Normal"/>
    <w:autoRedefine/>
    <w:semiHidden/>
    <w:rsid w:val="00BC2398"/>
    <w:pPr>
      <w:ind w:left="400"/>
      <w:jc w:val="left"/>
    </w:pPr>
    <w:rPr>
      <w:i/>
      <w:iCs/>
      <w:szCs w:val="20"/>
    </w:rPr>
  </w:style>
  <w:style w:type="paragraph" w:styleId="TOC4">
    <w:name w:val="toc 4"/>
    <w:basedOn w:val="Normal"/>
    <w:next w:val="Normal"/>
    <w:autoRedefine/>
    <w:semiHidden/>
    <w:rsid w:val="00BC2398"/>
    <w:pPr>
      <w:ind w:left="600"/>
      <w:jc w:val="left"/>
    </w:pPr>
    <w:rPr>
      <w:sz w:val="18"/>
      <w:szCs w:val="18"/>
    </w:rPr>
  </w:style>
  <w:style w:type="paragraph" w:styleId="TOC5">
    <w:name w:val="toc 5"/>
    <w:basedOn w:val="Normal"/>
    <w:next w:val="Normal"/>
    <w:autoRedefine/>
    <w:semiHidden/>
    <w:rsid w:val="00BC2398"/>
    <w:pPr>
      <w:ind w:left="800"/>
      <w:jc w:val="left"/>
    </w:pPr>
    <w:rPr>
      <w:sz w:val="18"/>
      <w:szCs w:val="18"/>
    </w:rPr>
  </w:style>
  <w:style w:type="paragraph" w:styleId="TOC6">
    <w:name w:val="toc 6"/>
    <w:basedOn w:val="Normal"/>
    <w:next w:val="Normal"/>
    <w:autoRedefine/>
    <w:semiHidden/>
    <w:rsid w:val="00BC2398"/>
    <w:pPr>
      <w:ind w:left="1000"/>
      <w:jc w:val="left"/>
    </w:pPr>
    <w:rPr>
      <w:sz w:val="18"/>
      <w:szCs w:val="18"/>
    </w:rPr>
  </w:style>
  <w:style w:type="paragraph" w:styleId="TOC7">
    <w:name w:val="toc 7"/>
    <w:basedOn w:val="Normal"/>
    <w:next w:val="Normal"/>
    <w:autoRedefine/>
    <w:semiHidden/>
    <w:rsid w:val="00BC2398"/>
    <w:pPr>
      <w:ind w:left="1200"/>
      <w:jc w:val="left"/>
    </w:pPr>
    <w:rPr>
      <w:sz w:val="18"/>
      <w:szCs w:val="18"/>
    </w:rPr>
  </w:style>
  <w:style w:type="paragraph" w:styleId="TOC8">
    <w:name w:val="toc 8"/>
    <w:basedOn w:val="Normal"/>
    <w:next w:val="Normal"/>
    <w:autoRedefine/>
    <w:semiHidden/>
    <w:rsid w:val="00BC2398"/>
    <w:pPr>
      <w:ind w:left="1400"/>
      <w:jc w:val="left"/>
    </w:pPr>
    <w:rPr>
      <w:sz w:val="18"/>
      <w:szCs w:val="18"/>
    </w:rPr>
  </w:style>
  <w:style w:type="paragraph" w:styleId="TOC9">
    <w:name w:val="toc 9"/>
    <w:basedOn w:val="Normal"/>
    <w:next w:val="Normal"/>
    <w:autoRedefine/>
    <w:semiHidden/>
    <w:rsid w:val="00BC2398"/>
    <w:pPr>
      <w:ind w:left="1600"/>
      <w:jc w:val="left"/>
    </w:pPr>
    <w:rPr>
      <w:sz w:val="18"/>
      <w:szCs w:val="18"/>
    </w:rPr>
  </w:style>
  <w:style w:type="paragraph" w:styleId="Index1">
    <w:name w:val="index 1"/>
    <w:basedOn w:val="Normal"/>
    <w:next w:val="Normal"/>
    <w:autoRedefine/>
    <w:semiHidden/>
    <w:rsid w:val="00FD571B"/>
    <w:pPr>
      <w:ind w:left="200" w:hanging="200"/>
    </w:pPr>
  </w:style>
  <w:style w:type="paragraph" w:customStyle="1" w:styleId="Session">
    <w:name w:val="Session"/>
    <w:basedOn w:val="Headinglevel1"/>
    <w:rsid w:val="00713347"/>
    <w:pPr>
      <w:jc w:val="center"/>
    </w:pPr>
    <w:rPr>
      <w:sz w:val="32"/>
    </w:rPr>
  </w:style>
  <w:style w:type="paragraph" w:styleId="EndnoteText">
    <w:name w:val="endnote text"/>
    <w:basedOn w:val="Normal"/>
    <w:semiHidden/>
    <w:rsid w:val="004A0AE6"/>
    <w:pPr>
      <w:suppressAutoHyphens/>
    </w:pPr>
    <w:rPr>
      <w:rFonts w:cs="Times"/>
      <w:szCs w:val="20"/>
      <w:lang w:eastAsia="ar-SA"/>
    </w:rPr>
  </w:style>
  <w:style w:type="paragraph" w:styleId="DocumentMap">
    <w:name w:val="Document Map"/>
    <w:basedOn w:val="Normal"/>
    <w:semiHidden/>
    <w:rsid w:val="00E716B1"/>
    <w:pPr>
      <w:shd w:val="clear" w:color="auto" w:fill="000080"/>
    </w:pPr>
    <w:rPr>
      <w:rFonts w:ascii="Tahoma" w:hAnsi="Tahoma" w:cs="Tahoma"/>
      <w:szCs w:val="20"/>
    </w:rPr>
  </w:style>
  <w:style w:type="paragraph" w:styleId="Index2">
    <w:name w:val="index 2"/>
    <w:basedOn w:val="Normal"/>
    <w:next w:val="Normal"/>
    <w:autoRedefine/>
    <w:semiHidden/>
    <w:rsid w:val="00E716B1"/>
    <w:pPr>
      <w:ind w:left="400" w:hanging="200"/>
    </w:pPr>
  </w:style>
  <w:style w:type="paragraph" w:styleId="Index3">
    <w:name w:val="index 3"/>
    <w:basedOn w:val="Normal"/>
    <w:next w:val="Normal"/>
    <w:autoRedefine/>
    <w:semiHidden/>
    <w:rsid w:val="00E716B1"/>
    <w:pPr>
      <w:ind w:left="600" w:hanging="200"/>
    </w:pPr>
  </w:style>
  <w:style w:type="paragraph" w:styleId="Index4">
    <w:name w:val="index 4"/>
    <w:basedOn w:val="Normal"/>
    <w:next w:val="Normal"/>
    <w:autoRedefine/>
    <w:semiHidden/>
    <w:rsid w:val="00E716B1"/>
    <w:pPr>
      <w:ind w:left="800" w:hanging="200"/>
    </w:pPr>
  </w:style>
  <w:style w:type="paragraph" w:styleId="Index5">
    <w:name w:val="index 5"/>
    <w:basedOn w:val="Normal"/>
    <w:next w:val="Normal"/>
    <w:autoRedefine/>
    <w:semiHidden/>
    <w:rsid w:val="00E716B1"/>
    <w:pPr>
      <w:ind w:left="1000" w:hanging="200"/>
    </w:pPr>
  </w:style>
  <w:style w:type="paragraph" w:styleId="Index6">
    <w:name w:val="index 6"/>
    <w:basedOn w:val="Normal"/>
    <w:next w:val="Normal"/>
    <w:autoRedefine/>
    <w:semiHidden/>
    <w:rsid w:val="00E716B1"/>
    <w:pPr>
      <w:ind w:left="1200" w:hanging="200"/>
    </w:pPr>
  </w:style>
  <w:style w:type="paragraph" w:styleId="Index7">
    <w:name w:val="index 7"/>
    <w:basedOn w:val="Normal"/>
    <w:next w:val="Normal"/>
    <w:autoRedefine/>
    <w:semiHidden/>
    <w:rsid w:val="00E716B1"/>
    <w:pPr>
      <w:ind w:left="1400" w:hanging="200"/>
    </w:pPr>
  </w:style>
  <w:style w:type="paragraph" w:styleId="Index8">
    <w:name w:val="index 8"/>
    <w:basedOn w:val="Normal"/>
    <w:next w:val="Normal"/>
    <w:autoRedefine/>
    <w:semiHidden/>
    <w:rsid w:val="00E716B1"/>
    <w:pPr>
      <w:ind w:left="1600" w:hanging="200"/>
    </w:pPr>
  </w:style>
  <w:style w:type="paragraph" w:styleId="Index9">
    <w:name w:val="index 9"/>
    <w:basedOn w:val="Normal"/>
    <w:next w:val="Normal"/>
    <w:autoRedefine/>
    <w:semiHidden/>
    <w:rsid w:val="00E716B1"/>
    <w:pPr>
      <w:ind w:left="1800" w:hanging="200"/>
    </w:pPr>
  </w:style>
  <w:style w:type="paragraph" w:styleId="IndexHeading">
    <w:name w:val="index heading"/>
    <w:basedOn w:val="Normal"/>
    <w:next w:val="Index1"/>
    <w:semiHidden/>
    <w:rsid w:val="00E716B1"/>
    <w:rPr>
      <w:rFonts w:ascii="Arial" w:hAnsi="Arial" w:cs="Arial"/>
      <w:b/>
      <w:bCs/>
    </w:rPr>
  </w:style>
  <w:style w:type="paragraph" w:styleId="MacroText">
    <w:name w:val="macro"/>
    <w:semiHidden/>
    <w:rsid w:val="00E716B1"/>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eastAsia="de-DE"/>
    </w:rPr>
  </w:style>
  <w:style w:type="paragraph" w:styleId="TableofAuthorities">
    <w:name w:val="table of authorities"/>
    <w:basedOn w:val="Normal"/>
    <w:next w:val="Normal"/>
    <w:semiHidden/>
    <w:rsid w:val="00E716B1"/>
    <w:pPr>
      <w:ind w:left="200" w:hanging="200"/>
    </w:pPr>
  </w:style>
  <w:style w:type="paragraph" w:styleId="TOAHeading">
    <w:name w:val="toa heading"/>
    <w:basedOn w:val="Normal"/>
    <w:next w:val="Normal"/>
    <w:semiHidden/>
    <w:rsid w:val="00E716B1"/>
    <w:pPr>
      <w:spacing w:before="120"/>
    </w:pPr>
    <w:rPr>
      <w:rFonts w:ascii="Arial" w:hAnsi="Arial" w:cs="Arial"/>
      <w:b/>
      <w:bCs/>
      <w:sz w:val="24"/>
    </w:rPr>
  </w:style>
  <w:style w:type="paragraph" w:customStyle="1" w:styleId="FigureTablecentered">
    <w:name w:val="Figure / Table (centered)"/>
    <w:basedOn w:val="FigureTableblock"/>
    <w:qFormat/>
    <w:rsid w:val="005B11FD"/>
    <w:pPr>
      <w:jc w:val="center"/>
    </w:pPr>
  </w:style>
  <w:style w:type="paragraph" w:customStyle="1" w:styleId="AbstractKeywordsHeading">
    <w:name w:val="Abstract / Keywords Heading"/>
    <w:basedOn w:val="Normal"/>
    <w:qFormat/>
    <w:rsid w:val="005B11FD"/>
    <w:pPr>
      <w:spacing w:before="240"/>
    </w:pPr>
    <w:rPr>
      <w:b/>
    </w:rPr>
  </w:style>
  <w:style w:type="paragraph" w:styleId="Header">
    <w:name w:val="header"/>
    <w:basedOn w:val="Normal"/>
    <w:link w:val="HeaderChar"/>
    <w:rsid w:val="008A7D0C"/>
    <w:pPr>
      <w:tabs>
        <w:tab w:val="center" w:pos="4536"/>
        <w:tab w:val="right" w:pos="9072"/>
      </w:tabs>
    </w:pPr>
  </w:style>
  <w:style w:type="character" w:customStyle="1" w:styleId="HeaderChar">
    <w:name w:val="Header Char"/>
    <w:link w:val="Header"/>
    <w:rsid w:val="008A7D0C"/>
    <w:rPr>
      <w:rFonts w:ascii="Times New Roman" w:hAnsi="Times New Roman"/>
      <w:szCs w:val="24"/>
      <w:lang w:val="en-GB" w:eastAsia="de-DE"/>
    </w:rPr>
  </w:style>
  <w:style w:type="paragraph" w:styleId="Footer">
    <w:name w:val="footer"/>
    <w:basedOn w:val="Normal"/>
    <w:link w:val="FooterChar"/>
    <w:uiPriority w:val="99"/>
    <w:rsid w:val="008A7D0C"/>
    <w:pPr>
      <w:tabs>
        <w:tab w:val="center" w:pos="4536"/>
        <w:tab w:val="right" w:pos="9072"/>
      </w:tabs>
    </w:pPr>
  </w:style>
  <w:style w:type="character" w:customStyle="1" w:styleId="FooterChar">
    <w:name w:val="Footer Char"/>
    <w:link w:val="Footer"/>
    <w:uiPriority w:val="99"/>
    <w:rsid w:val="008A7D0C"/>
    <w:rPr>
      <w:rFonts w:ascii="Times New Roman" w:hAnsi="Times New Roman"/>
      <w:szCs w:val="24"/>
      <w:lang w:val="en-GB" w:eastAsia="de-DE"/>
    </w:rPr>
  </w:style>
  <w:style w:type="character" w:styleId="Hyperlink">
    <w:name w:val="Hyperlink"/>
    <w:rsid w:val="008A7D0C"/>
    <w:rPr>
      <w:color w:val="0000FF"/>
      <w:u w:val="single"/>
    </w:rPr>
  </w:style>
  <w:style w:type="character" w:styleId="FollowedHyperlink">
    <w:name w:val="FollowedHyperlink"/>
    <w:semiHidden/>
    <w:unhideWhenUsed/>
    <w:rsid w:val="00AE128B"/>
    <w:rPr>
      <w:color w:val="800080"/>
      <w:u w:val="single"/>
    </w:rPr>
  </w:style>
  <w:style w:type="character" w:customStyle="1" w:styleId="Onopgelostemelding1">
    <w:name w:val="Onopgeloste melding1"/>
    <w:basedOn w:val="DefaultParagraphFont"/>
    <w:uiPriority w:val="99"/>
    <w:semiHidden/>
    <w:unhideWhenUsed/>
    <w:rsid w:val="005A04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8159">
      <w:bodyDiv w:val="1"/>
      <w:marLeft w:val="0"/>
      <w:marRight w:val="0"/>
      <w:marTop w:val="0"/>
      <w:marBottom w:val="0"/>
      <w:divBdr>
        <w:top w:val="none" w:sz="0" w:space="0" w:color="auto"/>
        <w:left w:val="none" w:sz="0" w:space="0" w:color="auto"/>
        <w:bottom w:val="none" w:sz="0" w:space="0" w:color="auto"/>
        <w:right w:val="none" w:sz="0" w:space="0" w:color="auto"/>
      </w:divBdr>
    </w:div>
    <w:div w:id="89551326">
      <w:bodyDiv w:val="1"/>
      <w:marLeft w:val="0"/>
      <w:marRight w:val="0"/>
      <w:marTop w:val="0"/>
      <w:marBottom w:val="0"/>
      <w:divBdr>
        <w:top w:val="none" w:sz="0" w:space="0" w:color="auto"/>
        <w:left w:val="none" w:sz="0" w:space="0" w:color="auto"/>
        <w:bottom w:val="none" w:sz="0" w:space="0" w:color="auto"/>
        <w:right w:val="none" w:sz="0" w:space="0" w:color="auto"/>
      </w:divBdr>
      <w:divsChild>
        <w:div w:id="532765372">
          <w:marLeft w:val="0"/>
          <w:marRight w:val="0"/>
          <w:marTop w:val="0"/>
          <w:marBottom w:val="0"/>
          <w:divBdr>
            <w:top w:val="none" w:sz="0" w:space="0" w:color="auto"/>
            <w:left w:val="none" w:sz="0" w:space="0" w:color="auto"/>
            <w:bottom w:val="none" w:sz="0" w:space="0" w:color="auto"/>
            <w:right w:val="none" w:sz="0" w:space="0" w:color="auto"/>
          </w:divBdr>
        </w:div>
      </w:divsChild>
    </w:div>
    <w:div w:id="682051281">
      <w:bodyDiv w:val="1"/>
      <w:marLeft w:val="0"/>
      <w:marRight w:val="0"/>
      <w:marTop w:val="0"/>
      <w:marBottom w:val="0"/>
      <w:divBdr>
        <w:top w:val="none" w:sz="0" w:space="0" w:color="auto"/>
        <w:left w:val="none" w:sz="0" w:space="0" w:color="auto"/>
        <w:bottom w:val="none" w:sz="0" w:space="0" w:color="auto"/>
        <w:right w:val="none" w:sz="0" w:space="0" w:color="auto"/>
      </w:divBdr>
    </w:div>
    <w:div w:id="799959109">
      <w:bodyDiv w:val="1"/>
      <w:marLeft w:val="0"/>
      <w:marRight w:val="0"/>
      <w:marTop w:val="0"/>
      <w:marBottom w:val="0"/>
      <w:divBdr>
        <w:top w:val="none" w:sz="0" w:space="0" w:color="auto"/>
        <w:left w:val="none" w:sz="0" w:space="0" w:color="auto"/>
        <w:bottom w:val="none" w:sz="0" w:space="0" w:color="auto"/>
        <w:right w:val="none" w:sz="0" w:space="0" w:color="auto"/>
      </w:divBdr>
    </w:div>
    <w:div w:id="847404772">
      <w:bodyDiv w:val="1"/>
      <w:marLeft w:val="0"/>
      <w:marRight w:val="0"/>
      <w:marTop w:val="0"/>
      <w:marBottom w:val="0"/>
      <w:divBdr>
        <w:top w:val="none" w:sz="0" w:space="0" w:color="auto"/>
        <w:left w:val="none" w:sz="0" w:space="0" w:color="auto"/>
        <w:bottom w:val="none" w:sz="0" w:space="0" w:color="auto"/>
        <w:right w:val="none" w:sz="0" w:space="0" w:color="auto"/>
      </w:divBdr>
    </w:div>
    <w:div w:id="1009062707">
      <w:bodyDiv w:val="1"/>
      <w:marLeft w:val="0"/>
      <w:marRight w:val="0"/>
      <w:marTop w:val="0"/>
      <w:marBottom w:val="0"/>
      <w:divBdr>
        <w:top w:val="none" w:sz="0" w:space="0" w:color="auto"/>
        <w:left w:val="none" w:sz="0" w:space="0" w:color="auto"/>
        <w:bottom w:val="none" w:sz="0" w:space="0" w:color="auto"/>
        <w:right w:val="none" w:sz="0" w:space="0" w:color="auto"/>
      </w:divBdr>
    </w:div>
    <w:div w:id="1203249700">
      <w:bodyDiv w:val="1"/>
      <w:marLeft w:val="0"/>
      <w:marRight w:val="0"/>
      <w:marTop w:val="0"/>
      <w:marBottom w:val="0"/>
      <w:divBdr>
        <w:top w:val="none" w:sz="0" w:space="0" w:color="auto"/>
        <w:left w:val="none" w:sz="0" w:space="0" w:color="auto"/>
        <w:bottom w:val="none" w:sz="0" w:space="0" w:color="auto"/>
        <w:right w:val="none" w:sz="0" w:space="0" w:color="auto"/>
      </w:divBdr>
    </w:div>
    <w:div w:id="1257858072">
      <w:bodyDiv w:val="1"/>
      <w:marLeft w:val="0"/>
      <w:marRight w:val="0"/>
      <w:marTop w:val="0"/>
      <w:marBottom w:val="0"/>
      <w:divBdr>
        <w:top w:val="none" w:sz="0" w:space="0" w:color="auto"/>
        <w:left w:val="none" w:sz="0" w:space="0" w:color="auto"/>
        <w:bottom w:val="none" w:sz="0" w:space="0" w:color="auto"/>
        <w:right w:val="none" w:sz="0" w:space="0" w:color="auto"/>
      </w:divBdr>
    </w:div>
    <w:div w:id="164485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dt.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ancerresearchuk.org/aboutcancer/statistics/cancerstatsreport/"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AZABKJET\Confguid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6A3F8-A0C7-4AA2-94FB-50F94CE7C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C:\WINDOWS\Temporary Internet Files\Content.IE5\AZABKJET\Confguides.dot</Template>
  <TotalTime>5</TotalTime>
  <Pages>2</Pages>
  <Words>701</Words>
  <Characters>4001</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iCT 2020</vt:lpstr>
      <vt:lpstr>iCT 2020</vt:lpstr>
    </vt:vector>
  </TitlesOfParts>
  <Company>FHOOE</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iCT 2020</dc:title>
  <dc:subject/>
  <dc:creator>Kasperl, Stefan</dc:creator>
  <cp:keywords/>
  <dc:description/>
  <cp:lastModifiedBy>Jan De Beenhouwer</cp:lastModifiedBy>
  <cp:revision>3</cp:revision>
  <cp:lastPrinted>2019-04-01T12:32:00Z</cp:lastPrinted>
  <dcterms:created xsi:type="dcterms:W3CDTF">2024-05-14T12:49:00Z</dcterms:created>
  <dcterms:modified xsi:type="dcterms:W3CDTF">2024-05-21T09:51:00Z</dcterms:modified>
</cp:coreProperties>
</file>